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C6616F6" w:rsidR="00BF54FE" w:rsidRPr="00F561AE" w:rsidRDefault="00D6148E" w:rsidP="006C2343">
          <w:pPr>
            <w:pStyle w:val="Tituldatum"/>
            <w:rPr>
              <w:rStyle w:val="Nzevakce"/>
            </w:rPr>
          </w:pPr>
          <w:r w:rsidRPr="0066743E">
            <w:rPr>
              <w:rStyle w:val="Nzevakce"/>
            </w:rPr>
            <w:t>Oprava TV v</w:t>
          </w:r>
          <w:r w:rsidR="003B4BAD" w:rsidRPr="0066743E">
            <w:rPr>
              <w:rStyle w:val="Nzevakce"/>
            </w:rPr>
            <w:t xml:space="preserve"> úseku </w:t>
          </w:r>
          <w:r w:rsidRPr="0066743E">
            <w:rPr>
              <w:rStyle w:val="Nzevakce"/>
            </w:rPr>
            <w:t>Valašská Polanka - Vsetín</w:t>
          </w:r>
        </w:p>
      </w:sdtContent>
    </w:sdt>
    <w:p w14:paraId="6D99332D" w14:textId="77777777" w:rsidR="00BF54FE" w:rsidRPr="00F561AE" w:rsidRDefault="00BF54FE" w:rsidP="006C2343">
      <w:pPr>
        <w:pStyle w:val="Tituldatum"/>
      </w:pPr>
    </w:p>
    <w:p w14:paraId="294D42DB" w14:textId="77777777" w:rsidR="009226C1" w:rsidRPr="00F561AE" w:rsidRDefault="009226C1" w:rsidP="006C2343">
      <w:pPr>
        <w:pStyle w:val="Tituldatum"/>
      </w:pPr>
    </w:p>
    <w:p w14:paraId="140A88A1" w14:textId="77777777" w:rsidR="00DA1C67" w:rsidRPr="00F561AE" w:rsidRDefault="00DA1C67" w:rsidP="006C2343">
      <w:pPr>
        <w:pStyle w:val="Tituldatum"/>
      </w:pPr>
      <w:bookmarkStart w:id="0" w:name="_GoBack"/>
      <w:bookmarkEnd w:id="0"/>
    </w:p>
    <w:p w14:paraId="73283D63" w14:textId="77777777" w:rsidR="00DA1C67" w:rsidRPr="00F561AE" w:rsidRDefault="00DA1C67" w:rsidP="006C2343">
      <w:pPr>
        <w:pStyle w:val="Tituldatum"/>
      </w:pPr>
    </w:p>
    <w:p w14:paraId="69C7E1F1" w14:textId="77777777" w:rsidR="003B111D" w:rsidRPr="00F561AE" w:rsidRDefault="003B111D" w:rsidP="006C2343">
      <w:pPr>
        <w:pStyle w:val="Tituldatum"/>
      </w:pPr>
    </w:p>
    <w:p w14:paraId="3433D8CE" w14:textId="741FD93B" w:rsidR="00826B7B" w:rsidRPr="00F561AE" w:rsidRDefault="006C2343" w:rsidP="006C2343">
      <w:pPr>
        <w:pStyle w:val="Tituldatum"/>
      </w:pPr>
      <w:r w:rsidRPr="00F561AE">
        <w:t xml:space="preserve">Datum vydání: </w:t>
      </w:r>
      <w:r w:rsidRPr="00F561AE">
        <w:tab/>
      </w:r>
      <w:r w:rsidR="00F561AE">
        <w:t>31</w:t>
      </w:r>
      <w:r w:rsidR="00FF66FB" w:rsidRPr="00F561AE">
        <w:t>.3.2023</w:t>
      </w:r>
      <w:r w:rsidR="0076790E" w:rsidRPr="00F561AE">
        <w:t xml:space="preserve"> </w:t>
      </w:r>
    </w:p>
    <w:p w14:paraId="377EE8BF" w14:textId="77777777" w:rsidR="0002642A" w:rsidRPr="00F561AE" w:rsidRDefault="0002642A" w:rsidP="0002642A">
      <w:pPr>
        <w:pStyle w:val="ZTPinfo-text"/>
        <w:rPr>
          <w:b/>
        </w:rPr>
      </w:pPr>
    </w:p>
    <w:p w14:paraId="3DC992D0" w14:textId="77777777" w:rsidR="0002642A" w:rsidRPr="00F561AE" w:rsidRDefault="0002642A" w:rsidP="0002642A">
      <w:pPr>
        <w:pStyle w:val="ZTPinfo-text"/>
        <w:rPr>
          <w:b/>
        </w:rPr>
      </w:pPr>
    </w:p>
    <w:p w14:paraId="12EDD888" w14:textId="77777777" w:rsidR="0002642A" w:rsidRPr="00F561AE" w:rsidRDefault="0002642A" w:rsidP="0002642A">
      <w:pPr>
        <w:pStyle w:val="ZTPinfo-text"/>
        <w:rPr>
          <w:b/>
        </w:rPr>
      </w:pPr>
    </w:p>
    <w:p w14:paraId="383AD8B3" w14:textId="77777777" w:rsidR="0002642A" w:rsidRPr="00F561AE" w:rsidRDefault="0002642A" w:rsidP="0002642A">
      <w:pPr>
        <w:pStyle w:val="ZTPinfo-text"/>
        <w:rPr>
          <w:b/>
        </w:rPr>
      </w:pPr>
    </w:p>
    <w:p w14:paraId="5E5F5741" w14:textId="77777777" w:rsidR="0002642A" w:rsidRPr="00F561AE" w:rsidRDefault="0002642A" w:rsidP="0002642A">
      <w:pPr>
        <w:pStyle w:val="ZTPinfo-text"/>
        <w:rPr>
          <w:b/>
        </w:rPr>
      </w:pPr>
    </w:p>
    <w:p w14:paraId="00F27DB9" w14:textId="77777777" w:rsidR="0002642A" w:rsidRPr="00F561AE" w:rsidRDefault="0002642A" w:rsidP="0002642A">
      <w:pPr>
        <w:pStyle w:val="ZTPinfo-text"/>
        <w:rPr>
          <w:b/>
        </w:rPr>
      </w:pPr>
    </w:p>
    <w:p w14:paraId="48629ED3" w14:textId="77777777" w:rsidR="00BD7E91" w:rsidRPr="00F561AE" w:rsidRDefault="00BD7E91" w:rsidP="00B101FD">
      <w:pPr>
        <w:pStyle w:val="Nadpisbezsl1-1"/>
      </w:pPr>
      <w:r w:rsidRPr="00F561AE">
        <w:t>Obsah</w:t>
      </w:r>
      <w:r w:rsidR="00887F36" w:rsidRPr="00F561AE">
        <w:t xml:space="preserve"> </w:t>
      </w:r>
    </w:p>
    <w:p w14:paraId="59D2E70F" w14:textId="1579927F" w:rsidR="0072050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F561AE">
        <w:fldChar w:fldCharType="begin"/>
      </w:r>
      <w:r w:rsidRPr="00F561AE">
        <w:instrText xml:space="preserve"> TOC \o "1-2" \h \z \u </w:instrText>
      </w:r>
      <w:r w:rsidRPr="00F561AE">
        <w:fldChar w:fldCharType="separate"/>
      </w:r>
      <w:hyperlink w:anchor="_Toc131148864" w:history="1">
        <w:r w:rsidR="00720502" w:rsidRPr="008E3DC6">
          <w:rPr>
            <w:rStyle w:val="Hypertextovodkaz"/>
          </w:rPr>
          <w:t>SEZNAM ZKRATEK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_Toc131148864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2</w:t>
        </w:r>
        <w:r w:rsidR="00720502">
          <w:rPr>
            <w:noProof/>
            <w:webHidden/>
          </w:rPr>
          <w:fldChar w:fldCharType="end"/>
        </w:r>
      </w:hyperlink>
    </w:p>
    <w:p w14:paraId="0AF71706" w14:textId="3A11E286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65" w:history="1">
        <w:r w:rsidR="00720502" w:rsidRPr="008E3DC6">
          <w:rPr>
            <w:rStyle w:val="Hypertextovodkaz"/>
          </w:rPr>
          <w:t>Pojmy a definice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_Toc131148865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3</w:t>
        </w:r>
        <w:r w:rsidR="00720502">
          <w:rPr>
            <w:noProof/>
            <w:webHidden/>
          </w:rPr>
          <w:fldChar w:fldCharType="end"/>
        </w:r>
      </w:hyperlink>
    </w:p>
    <w:p w14:paraId="443AFC39" w14:textId="40198CFA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66" w:history="1">
        <w:r w:rsidR="00720502" w:rsidRPr="008E3DC6">
          <w:rPr>
            <w:rStyle w:val="Hypertextovodkaz"/>
          </w:rPr>
          <w:t>1.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SPECIFIKACE PŘEDMĚTU DÍLA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_Toc131148866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25EAF5A5" w14:textId="170EB436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67" w:history="1">
        <w:r w:rsidR="00720502" w:rsidRPr="008E3DC6">
          <w:rPr>
            <w:rStyle w:val="Hypertextovodkaz"/>
            <w:rFonts w:asciiTheme="majorHAnsi" w:hAnsiTheme="majorHAnsi"/>
          </w:rPr>
          <w:t>1.1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Účel a rozsah předmětu Díla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_Toc131148867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41DE73BD" w14:textId="4888C4E4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68" w:history="1">
        <w:r w:rsidR="00720502" w:rsidRPr="008E3DC6">
          <w:rPr>
            <w:rStyle w:val="Hypertextovodkaz"/>
            <w:rFonts w:asciiTheme="majorHAnsi" w:hAnsiTheme="majorHAnsi"/>
          </w:rPr>
          <w:t>1.2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Umístění stavby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_Toc131148868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0E0AE75D" w14:textId="1F2ABB50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69" w:history="1">
        <w:r w:rsidR="00720502" w:rsidRPr="008E3DC6">
          <w:rPr>
            <w:rStyle w:val="Hypertextovodkaz"/>
          </w:rPr>
          <w:t>2.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PŘEHLED VÝCHOZÍCH PODKLADŮ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_Toc131148869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535A9C1F" w14:textId="269605A7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0" w:history="1">
        <w:r w:rsidR="00720502" w:rsidRPr="008E3DC6">
          <w:rPr>
            <w:rStyle w:val="Hypertextovodkaz"/>
            <w:rFonts w:asciiTheme="majorHAnsi" w:hAnsiTheme="majorHAnsi"/>
          </w:rPr>
          <w:t>2.1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Projektová dokumentace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_Toc131148870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56243A16" w14:textId="5BE344D5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1" w:history="1">
        <w:r w:rsidR="00720502" w:rsidRPr="008E3DC6">
          <w:rPr>
            <w:rStyle w:val="Hypertextovodkaz"/>
            <w:rFonts w:asciiTheme="majorHAnsi" w:hAnsiTheme="majorHAnsi"/>
          </w:rPr>
          <w:t>2.2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Související dokumentace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_Toc131148871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46D53C40" w14:textId="4DFB3FD2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72" w:history="1">
        <w:r w:rsidR="00720502" w:rsidRPr="008E3DC6">
          <w:rPr>
            <w:rStyle w:val="Hypertextovodkaz"/>
          </w:rPr>
          <w:t>3.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KOORDINACE S JINÝMI STAVBAMI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_Toc131148872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4</w:t>
        </w:r>
        <w:r w:rsidR="00720502">
          <w:rPr>
            <w:noProof/>
            <w:webHidden/>
          </w:rPr>
          <w:fldChar w:fldCharType="end"/>
        </w:r>
      </w:hyperlink>
    </w:p>
    <w:p w14:paraId="7D75506B" w14:textId="47BFFD6B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73" w:history="1">
        <w:r w:rsidR="00720502" w:rsidRPr="008E3DC6">
          <w:rPr>
            <w:rStyle w:val="Hypertextovodkaz"/>
          </w:rPr>
          <w:t>4.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Zvláštní TECHNICKÉ podmímky a požadavky na PROVEDENÍ DÍLA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_Toc131148873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5</w:t>
        </w:r>
        <w:r w:rsidR="00720502">
          <w:rPr>
            <w:noProof/>
            <w:webHidden/>
          </w:rPr>
          <w:fldChar w:fldCharType="end"/>
        </w:r>
      </w:hyperlink>
    </w:p>
    <w:p w14:paraId="189B0BAA" w14:textId="1490989A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4" w:history="1">
        <w:r w:rsidR="00720502" w:rsidRPr="008E3DC6">
          <w:rPr>
            <w:rStyle w:val="Hypertextovodkaz"/>
            <w:rFonts w:asciiTheme="majorHAnsi" w:hAnsiTheme="majorHAnsi"/>
          </w:rPr>
          <w:t>4.1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Všeobecně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_Toc131148874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5</w:t>
        </w:r>
        <w:r w:rsidR="00720502">
          <w:rPr>
            <w:noProof/>
            <w:webHidden/>
          </w:rPr>
          <w:fldChar w:fldCharType="end"/>
        </w:r>
      </w:hyperlink>
    </w:p>
    <w:p w14:paraId="0F1B36BA" w14:textId="173A0352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5" w:history="1">
        <w:r w:rsidR="00720502" w:rsidRPr="008E3DC6">
          <w:rPr>
            <w:rStyle w:val="Hypertextovodkaz"/>
            <w:rFonts w:asciiTheme="majorHAnsi" w:hAnsiTheme="majorHAnsi"/>
          </w:rPr>
          <w:t>4.2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Zeměměřická činnost zhotovitele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_Toc131148875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11</w:t>
        </w:r>
        <w:r w:rsidR="00720502">
          <w:rPr>
            <w:noProof/>
            <w:webHidden/>
          </w:rPr>
          <w:fldChar w:fldCharType="end"/>
        </w:r>
      </w:hyperlink>
    </w:p>
    <w:p w14:paraId="220F395E" w14:textId="76038BCE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6" w:history="1">
        <w:r w:rsidR="00720502" w:rsidRPr="008E3DC6">
          <w:rPr>
            <w:rStyle w:val="Hypertextovodkaz"/>
            <w:rFonts w:asciiTheme="majorHAnsi" w:hAnsiTheme="majorHAnsi"/>
          </w:rPr>
          <w:t>4.3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Doklady předkládané zhotovitelem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_Toc131148876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13</w:t>
        </w:r>
        <w:r w:rsidR="00720502">
          <w:rPr>
            <w:noProof/>
            <w:webHidden/>
          </w:rPr>
          <w:fldChar w:fldCharType="end"/>
        </w:r>
      </w:hyperlink>
    </w:p>
    <w:p w14:paraId="3D187CAD" w14:textId="759F987C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7" w:history="1">
        <w:r w:rsidR="00720502" w:rsidRPr="008E3DC6">
          <w:rPr>
            <w:rStyle w:val="Hypertextovodkaz"/>
            <w:rFonts w:asciiTheme="majorHAnsi" w:hAnsiTheme="majorHAnsi"/>
          </w:rPr>
          <w:t>4.4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Dokumentace zhotovitele pro stavbu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_Toc131148877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13</w:t>
        </w:r>
        <w:r w:rsidR="00720502">
          <w:rPr>
            <w:noProof/>
            <w:webHidden/>
          </w:rPr>
          <w:fldChar w:fldCharType="end"/>
        </w:r>
      </w:hyperlink>
    </w:p>
    <w:p w14:paraId="6F73D528" w14:textId="394E2351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8" w:history="1">
        <w:r w:rsidR="00720502" w:rsidRPr="008E3DC6">
          <w:rPr>
            <w:rStyle w:val="Hypertextovodkaz"/>
            <w:rFonts w:asciiTheme="majorHAnsi" w:hAnsiTheme="majorHAnsi"/>
          </w:rPr>
          <w:t>4.5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Dokumentace skutečného provedení stavby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_Toc131148878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13</w:t>
        </w:r>
        <w:r w:rsidR="00720502">
          <w:rPr>
            <w:noProof/>
            <w:webHidden/>
          </w:rPr>
          <w:fldChar w:fldCharType="end"/>
        </w:r>
      </w:hyperlink>
    </w:p>
    <w:p w14:paraId="49C55757" w14:textId="7492FEBE" w:rsidR="00720502" w:rsidRDefault="0066743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148879" w:history="1">
        <w:r w:rsidR="00720502" w:rsidRPr="008E3DC6">
          <w:rPr>
            <w:rStyle w:val="Hypertextovodkaz"/>
            <w:rFonts w:asciiTheme="majorHAnsi" w:hAnsiTheme="majorHAnsi"/>
          </w:rPr>
          <w:t>4.6</w:t>
        </w:r>
        <w:r w:rsidR="0072050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Životní prostředí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_Toc131148879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13</w:t>
        </w:r>
        <w:r w:rsidR="00720502">
          <w:rPr>
            <w:noProof/>
            <w:webHidden/>
          </w:rPr>
          <w:fldChar w:fldCharType="end"/>
        </w:r>
      </w:hyperlink>
    </w:p>
    <w:p w14:paraId="32B48F87" w14:textId="2E095CE5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80" w:history="1">
        <w:r w:rsidR="00720502" w:rsidRPr="008E3DC6">
          <w:rPr>
            <w:rStyle w:val="Hypertextovodkaz"/>
          </w:rPr>
          <w:t>5.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ORGANIZACE VÝSTAVBY, VÝLUKY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_Toc131148880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14</w:t>
        </w:r>
        <w:r w:rsidR="00720502">
          <w:rPr>
            <w:noProof/>
            <w:webHidden/>
          </w:rPr>
          <w:fldChar w:fldCharType="end"/>
        </w:r>
      </w:hyperlink>
    </w:p>
    <w:p w14:paraId="53F30F99" w14:textId="29573371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81" w:history="1">
        <w:r w:rsidR="00720502" w:rsidRPr="008E3DC6">
          <w:rPr>
            <w:rStyle w:val="Hypertextovodkaz"/>
          </w:rPr>
          <w:t>6.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SOUVISEJÍCÍ DOKUMENTY A PŘEDPISY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_Toc131148881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14</w:t>
        </w:r>
        <w:r w:rsidR="00720502">
          <w:rPr>
            <w:noProof/>
            <w:webHidden/>
          </w:rPr>
          <w:fldChar w:fldCharType="end"/>
        </w:r>
      </w:hyperlink>
    </w:p>
    <w:p w14:paraId="2EAA4D74" w14:textId="3E6DCD73" w:rsidR="00720502" w:rsidRDefault="0066743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148882" w:history="1">
        <w:r w:rsidR="00720502" w:rsidRPr="008E3DC6">
          <w:rPr>
            <w:rStyle w:val="Hypertextovodkaz"/>
          </w:rPr>
          <w:t>7.</w:t>
        </w:r>
        <w:r w:rsidR="0072050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20502" w:rsidRPr="008E3DC6">
          <w:rPr>
            <w:rStyle w:val="Hypertextovodkaz"/>
          </w:rPr>
          <w:t>PŘÍLOHY</w:t>
        </w:r>
        <w:r w:rsidR="00720502">
          <w:rPr>
            <w:noProof/>
            <w:webHidden/>
          </w:rPr>
          <w:tab/>
        </w:r>
        <w:r w:rsidR="00720502">
          <w:rPr>
            <w:noProof/>
            <w:webHidden/>
          </w:rPr>
          <w:fldChar w:fldCharType="begin"/>
        </w:r>
        <w:r w:rsidR="00720502">
          <w:rPr>
            <w:noProof/>
            <w:webHidden/>
          </w:rPr>
          <w:instrText xml:space="preserve"> PAGEREF _Toc131148882 \h </w:instrText>
        </w:r>
        <w:r w:rsidR="00720502">
          <w:rPr>
            <w:noProof/>
            <w:webHidden/>
          </w:rPr>
        </w:r>
        <w:r w:rsidR="00720502">
          <w:rPr>
            <w:noProof/>
            <w:webHidden/>
          </w:rPr>
          <w:fldChar w:fldCharType="separate"/>
        </w:r>
        <w:r w:rsidR="004030AD">
          <w:rPr>
            <w:noProof/>
            <w:webHidden/>
          </w:rPr>
          <w:t>14</w:t>
        </w:r>
        <w:r w:rsidR="00720502">
          <w:rPr>
            <w:noProof/>
            <w:webHidden/>
          </w:rPr>
          <w:fldChar w:fldCharType="end"/>
        </w:r>
      </w:hyperlink>
    </w:p>
    <w:p w14:paraId="30D8D7FD" w14:textId="22FCDDBA" w:rsidR="00AD0C7B" w:rsidRPr="00F561AE" w:rsidRDefault="00BD7E91" w:rsidP="008D03B9">
      <w:r w:rsidRPr="00F561AE">
        <w:fldChar w:fldCharType="end"/>
      </w:r>
    </w:p>
    <w:p w14:paraId="5E492BC7" w14:textId="77777777" w:rsidR="00AD0C7B" w:rsidRPr="00F561AE" w:rsidRDefault="00AD0C7B" w:rsidP="00DA1C67">
      <w:pPr>
        <w:pStyle w:val="Nadpisbezsl1-1"/>
        <w:outlineLvl w:val="0"/>
      </w:pPr>
      <w:bookmarkStart w:id="1" w:name="_Toc131148864"/>
      <w:bookmarkStart w:id="2" w:name="_Toc13731854"/>
      <w:r w:rsidRPr="00F561AE">
        <w:t>SEZNAM ZKRATEK</w:t>
      </w:r>
      <w:bookmarkEnd w:id="1"/>
      <w:r w:rsidR="0076790E" w:rsidRPr="00F561AE">
        <w:t xml:space="preserve"> </w:t>
      </w:r>
      <w:bookmarkEnd w:id="2"/>
    </w:p>
    <w:p w14:paraId="382147C3" w14:textId="77777777" w:rsidR="00263DB8" w:rsidRPr="00F561AE" w:rsidRDefault="00263DB8" w:rsidP="00263DB8">
      <w:pPr>
        <w:pStyle w:val="Textbezslovn"/>
        <w:ind w:left="0"/>
        <w:rPr>
          <w:rStyle w:val="Tun"/>
        </w:rPr>
      </w:pPr>
      <w:r w:rsidRPr="00F561AE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F561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F561AE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F561AE" w:rsidRDefault="00831E0F" w:rsidP="00AD0C7B">
            <w:pPr>
              <w:pStyle w:val="Zkratky1"/>
            </w:pPr>
            <w:r w:rsidRPr="00F561AE">
              <w:t xml:space="preserve">ESD </w:t>
            </w:r>
            <w:r w:rsidRPr="00F561A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F561AE" w:rsidRDefault="00831E0F" w:rsidP="000F15F1">
            <w:pPr>
              <w:pStyle w:val="Zkratky2"/>
            </w:pPr>
            <w:r w:rsidRPr="00F561AE">
              <w:t>Elektronický stavební deník</w:t>
            </w:r>
          </w:p>
        </w:tc>
      </w:tr>
      <w:tr w:rsidR="00AD0C7B" w:rsidRPr="00F561AE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F561AE" w:rsidRDefault="00F92E3A" w:rsidP="00AD0C7B">
            <w:pPr>
              <w:pStyle w:val="Zkratky1"/>
            </w:pPr>
            <w:r w:rsidRPr="00F561AE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F561AE" w:rsidRDefault="00F92E3A" w:rsidP="000F15F1">
            <w:pPr>
              <w:pStyle w:val="Zkratky2"/>
            </w:pPr>
            <w:r w:rsidRPr="00F561AE">
              <w:t>Opravné a údržbové akce</w:t>
            </w:r>
          </w:p>
        </w:tc>
      </w:tr>
      <w:tr w:rsidR="00AD0C7B" w:rsidRPr="00F561AE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F561AE" w:rsidRDefault="00F92E3A" w:rsidP="00AD0C7B">
            <w:pPr>
              <w:pStyle w:val="Zkratky1"/>
            </w:pPr>
            <w:r w:rsidRPr="00F561AE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561AE" w:rsidRDefault="00F92E3A" w:rsidP="00F92E3A">
            <w:pPr>
              <w:pStyle w:val="Zkratky2"/>
            </w:pPr>
            <w:r w:rsidRPr="00F561AE">
              <w:t>Úprava majetkových vztahů v železničních stanicích</w:t>
            </w:r>
          </w:p>
          <w:p w14:paraId="02C5BC82" w14:textId="77777777" w:rsidR="00AD0C7B" w:rsidRPr="00F561AE" w:rsidRDefault="00AD0C7B" w:rsidP="000F15F1">
            <w:pPr>
              <w:pStyle w:val="Zkratky2"/>
            </w:pPr>
          </w:p>
        </w:tc>
      </w:tr>
      <w:tr w:rsidR="00AD0C7B" w:rsidRPr="00F561AE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F561AE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F561AE" w:rsidRDefault="00AD0C7B" w:rsidP="000F15F1">
            <w:pPr>
              <w:pStyle w:val="Zkratky2"/>
            </w:pPr>
          </w:p>
        </w:tc>
      </w:tr>
    </w:tbl>
    <w:p w14:paraId="4CE6ED40" w14:textId="77777777" w:rsidR="003226D3" w:rsidRPr="00F561AE" w:rsidRDefault="003226D3" w:rsidP="00AD0C7B"/>
    <w:p w14:paraId="52288D03" w14:textId="77777777" w:rsidR="00041EC8" w:rsidRPr="00F561AE" w:rsidRDefault="003226D3" w:rsidP="003226D3">
      <w:pPr>
        <w:spacing w:after="240" w:line="264" w:lineRule="auto"/>
      </w:pPr>
      <w:r w:rsidRPr="00F561AE">
        <w:br w:type="page"/>
      </w:r>
    </w:p>
    <w:p w14:paraId="78B680FB" w14:textId="77777777" w:rsidR="00F92E3A" w:rsidRPr="00F561AE" w:rsidRDefault="00F92E3A" w:rsidP="003B0494">
      <w:pPr>
        <w:pStyle w:val="Nadpisbezsl1-1"/>
        <w:outlineLvl w:val="0"/>
      </w:pPr>
      <w:bookmarkStart w:id="3" w:name="_Toc131148865"/>
      <w:r w:rsidRPr="00F561AE">
        <w:lastRenderedPageBreak/>
        <w:t>Pojmy a definice</w:t>
      </w:r>
      <w:bookmarkEnd w:id="3"/>
    </w:p>
    <w:p w14:paraId="564752E2" w14:textId="2C5FB337" w:rsidR="00F92E3A" w:rsidRPr="00F561AE" w:rsidRDefault="00F92E3A" w:rsidP="00D6148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t>Projektová dokumentace pro provádění stavby</w:t>
      </w:r>
      <w:r w:rsidRPr="00F561AE">
        <w:rPr>
          <w:sz w:val="18"/>
          <w:szCs w:val="18"/>
        </w:rPr>
        <w:t xml:space="preserve"> (PDPS) je projektovou dokumentací,</w:t>
      </w:r>
      <w:r w:rsidR="00746474" w:rsidRPr="00F561AE">
        <w:rPr>
          <w:sz w:val="18"/>
          <w:szCs w:val="18"/>
        </w:rPr>
        <w:t xml:space="preserve"> která </w:t>
      </w:r>
      <w:r w:rsidRPr="00F561AE">
        <w:rPr>
          <w:sz w:val="18"/>
          <w:szCs w:val="18"/>
        </w:rPr>
        <w:t>se zpracovává v členění a rozsahu přílohy č. 4 vyhlášky č. 146/2008 Sb. Jedná</w:t>
      </w:r>
      <w:r w:rsidR="00746474" w:rsidRPr="00F561AE">
        <w:rPr>
          <w:sz w:val="18"/>
          <w:szCs w:val="18"/>
        </w:rPr>
        <w:t xml:space="preserve"> se o do</w:t>
      </w:r>
      <w:r w:rsidRPr="00F561AE">
        <w:rPr>
          <w:sz w:val="18"/>
          <w:szCs w:val="18"/>
        </w:rPr>
        <w:t>kumentaci, jež obsahově i věcně vychází z dokumentace, na jejímž základě byla</w:t>
      </w:r>
      <w:r w:rsidR="00746474" w:rsidRPr="00F561AE">
        <w:rPr>
          <w:sz w:val="18"/>
          <w:szCs w:val="18"/>
        </w:rPr>
        <w:t xml:space="preserve"> stavba povolena </w:t>
      </w:r>
      <w:r w:rsidRPr="00F561AE">
        <w:rPr>
          <w:sz w:val="18"/>
          <w:szCs w:val="18"/>
        </w:rPr>
        <w:t>(DUSL, DUSP resp. DSP), které dopracovává a rozpracovává do větší</w:t>
      </w:r>
      <w:r w:rsidR="00746474" w:rsidRPr="00F561AE">
        <w:rPr>
          <w:sz w:val="18"/>
          <w:szCs w:val="18"/>
        </w:rPr>
        <w:t xml:space="preserve"> podrobnosti a rozsahu </w:t>
      </w:r>
      <w:r w:rsidRPr="00F561AE">
        <w:rPr>
          <w:sz w:val="18"/>
          <w:szCs w:val="18"/>
        </w:rPr>
        <w:t>potřebných pro výběr zhotovitele stavby v zadávacím řízení, a to</w:t>
      </w:r>
      <w:r w:rsidR="00746474" w:rsidRPr="00F561AE">
        <w:rPr>
          <w:sz w:val="18"/>
          <w:szCs w:val="18"/>
        </w:rPr>
        <w:t xml:space="preserve"> s dodržením zásad</w:t>
      </w:r>
      <w:r w:rsidRPr="00F561AE">
        <w:rPr>
          <w:sz w:val="18"/>
          <w:szCs w:val="18"/>
        </w:rPr>
        <w:t xml:space="preserve"> transparentnosti, přiměřenosti a rovného zacházení. PDPS lze</w:t>
      </w:r>
      <w:r w:rsidR="00746474" w:rsidRPr="00F561AE">
        <w:rPr>
          <w:sz w:val="18"/>
          <w:szCs w:val="18"/>
        </w:rPr>
        <w:t xml:space="preserve"> zpracovat se zohledněním konk</w:t>
      </w:r>
      <w:r w:rsidRPr="00F561AE">
        <w:rPr>
          <w:sz w:val="18"/>
          <w:szCs w:val="18"/>
        </w:rPr>
        <w:t>rétních výrobků, dodávaných technologií, technologických</w:t>
      </w:r>
      <w:r w:rsidR="00746474" w:rsidRPr="00F561AE">
        <w:rPr>
          <w:sz w:val="18"/>
          <w:szCs w:val="18"/>
        </w:rPr>
        <w:t xml:space="preserve"> postupů a výrobních </w:t>
      </w:r>
      <w:r w:rsidRPr="00F561AE">
        <w:rPr>
          <w:sz w:val="18"/>
          <w:szCs w:val="18"/>
        </w:rPr>
        <w:t>konkrétního Zhotovitele pouze v případě, že je stavba</w:t>
      </w:r>
      <w:r w:rsidR="00746474" w:rsidRPr="00F561AE">
        <w:rPr>
          <w:sz w:val="18"/>
          <w:szCs w:val="18"/>
        </w:rPr>
        <w:t xml:space="preserve"> </w:t>
      </w:r>
      <w:r w:rsidRPr="00F561AE">
        <w:rPr>
          <w:sz w:val="18"/>
          <w:szCs w:val="18"/>
        </w:rPr>
        <w:t xml:space="preserve">zadávána v režimu D+B. </w:t>
      </w:r>
    </w:p>
    <w:p w14:paraId="094394E7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54E3F4F" w14:textId="2D8D718C" w:rsidR="00F92E3A" w:rsidRPr="00F561AE" w:rsidRDefault="00F92E3A" w:rsidP="00D6148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t>Realizační dokumentace stavby</w:t>
      </w:r>
      <w:r w:rsidRPr="00F561AE">
        <w:rPr>
          <w:sz w:val="18"/>
          <w:szCs w:val="18"/>
        </w:rPr>
        <w:t xml:space="preserve"> (RDS) je dokumentací zhotovitele stavby a zpracovává</w:t>
      </w:r>
      <w:r w:rsidR="00746474" w:rsidRPr="00F561AE">
        <w:rPr>
          <w:sz w:val="18"/>
          <w:szCs w:val="18"/>
        </w:rPr>
        <w:t xml:space="preserve"> se samostatně </w:t>
      </w:r>
      <w:r w:rsidRPr="00F561AE">
        <w:rPr>
          <w:sz w:val="18"/>
          <w:szCs w:val="18"/>
        </w:rPr>
        <w:t>pro jednotlivé objekty. Jedná se o dokumentaci, která rozpracovává PDPS</w:t>
      </w:r>
      <w:r w:rsidR="00746474" w:rsidRPr="00F561AE">
        <w:rPr>
          <w:sz w:val="18"/>
          <w:szCs w:val="18"/>
        </w:rPr>
        <w:t xml:space="preserve"> s ohledem </w:t>
      </w:r>
      <w:r w:rsidRPr="00F561AE">
        <w:rPr>
          <w:sz w:val="18"/>
          <w:szCs w:val="18"/>
        </w:rPr>
        <w:t>na znalosti konkrétních výrobků, dodávaných technologií, technologických</w:t>
      </w:r>
      <w:r w:rsidR="00746474" w:rsidRPr="00F561AE">
        <w:rPr>
          <w:sz w:val="18"/>
          <w:szCs w:val="18"/>
        </w:rPr>
        <w:t xml:space="preserve"> postupů </w:t>
      </w:r>
      <w:r w:rsidRPr="00F561AE">
        <w:rPr>
          <w:sz w:val="18"/>
          <w:szCs w:val="18"/>
        </w:rPr>
        <w:t>a výrobních podmínek konkrétního zhotovitele stavby. Součástí je také</w:t>
      </w:r>
      <w:r w:rsidR="00746474" w:rsidRPr="00F561AE">
        <w:rPr>
          <w:sz w:val="18"/>
          <w:szCs w:val="18"/>
        </w:rPr>
        <w:t xml:space="preserve"> dokumentace</w:t>
      </w:r>
    </w:p>
    <w:p w14:paraId="4BA8DB12" w14:textId="56930FEF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561AE">
        <w:rPr>
          <w:sz w:val="18"/>
          <w:szCs w:val="18"/>
        </w:rPr>
        <w:t>dokumentace výrobní, montážní, dílenská a dokumentace dodavatele mostních objektů.</w:t>
      </w:r>
      <w:r w:rsidR="00746474" w:rsidRPr="00F561AE">
        <w:rPr>
          <w:sz w:val="18"/>
          <w:szCs w:val="18"/>
        </w:rPr>
        <w:t xml:space="preserve"> RDS</w:t>
      </w:r>
      <w:r w:rsidRPr="00F561AE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F561AE">
        <w:rPr>
          <w:sz w:val="18"/>
          <w:szCs w:val="18"/>
        </w:rPr>
        <w:t xml:space="preserve"> </w:t>
      </w:r>
      <w:r w:rsidRPr="00F561AE">
        <w:rPr>
          <w:sz w:val="18"/>
          <w:szCs w:val="18"/>
        </w:rPr>
        <w:t>vychází z předcházejícího stupně dokumentace nebo smluvního ujednání. RDS nemění</w:t>
      </w:r>
      <w:r w:rsidR="00746474" w:rsidRPr="00F561AE">
        <w:rPr>
          <w:sz w:val="18"/>
          <w:szCs w:val="18"/>
        </w:rPr>
        <w:t xml:space="preserve"> koncepčně-technické </w:t>
      </w:r>
      <w:r w:rsidRPr="00F561AE">
        <w:rPr>
          <w:sz w:val="18"/>
          <w:szCs w:val="18"/>
        </w:rPr>
        <w:t>řešení stavby navržené v rámci předcházející projektové přípravy,</w:t>
      </w:r>
      <w:r w:rsidR="00746474" w:rsidRPr="00F561AE">
        <w:rPr>
          <w:sz w:val="18"/>
          <w:szCs w:val="18"/>
        </w:rPr>
        <w:t xml:space="preserve"> pokud není OP stan</w:t>
      </w:r>
      <w:r w:rsidRPr="00F561AE">
        <w:rPr>
          <w:sz w:val="18"/>
          <w:szCs w:val="18"/>
        </w:rPr>
        <w:t>oveno jinak. Obsah a rozsah RDS je definován přílohou P8 SŽ SM011.</w:t>
      </w:r>
      <w:r w:rsidR="00746474" w:rsidRPr="00F561AE">
        <w:rPr>
          <w:sz w:val="18"/>
          <w:szCs w:val="18"/>
        </w:rPr>
        <w:t xml:space="preserve"> Náklady spojené se zpra</w:t>
      </w:r>
      <w:r w:rsidRPr="00F561AE">
        <w:rPr>
          <w:sz w:val="18"/>
          <w:szCs w:val="18"/>
        </w:rPr>
        <w:t>cováním RDS budou uvedené v samostatné položce</w:t>
      </w:r>
      <w:r w:rsidR="00746474" w:rsidRPr="00F561AE">
        <w:rPr>
          <w:sz w:val="18"/>
          <w:szCs w:val="18"/>
        </w:rPr>
        <w:t xml:space="preserve"> </w:t>
      </w:r>
      <w:r w:rsidRPr="00F561AE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3EC05787" w:rsidR="00F92E3A" w:rsidRPr="00F561AE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t>Dokumentace skutečného provedení stavby</w:t>
      </w:r>
      <w:r w:rsidRPr="00F561AE">
        <w:rPr>
          <w:sz w:val="18"/>
          <w:szCs w:val="18"/>
        </w:rPr>
        <w:t xml:space="preserve"> (DSPS</w:t>
      </w:r>
      <w:r w:rsidR="00241A2D" w:rsidRPr="00F561AE">
        <w:rPr>
          <w:sz w:val="18"/>
          <w:szCs w:val="18"/>
        </w:rPr>
        <w:t>)</w:t>
      </w:r>
      <w:r w:rsidRPr="00F561AE">
        <w:rPr>
          <w:sz w:val="18"/>
          <w:szCs w:val="18"/>
        </w:rPr>
        <w:t xml:space="preserve"> je dokumentace, která se</w:t>
      </w:r>
      <w:r w:rsidR="005D336A" w:rsidRPr="00F561AE">
        <w:rPr>
          <w:sz w:val="18"/>
          <w:szCs w:val="18"/>
        </w:rPr>
        <w:t xml:space="preserve"> zpracovává </w:t>
      </w:r>
      <w:r w:rsidRPr="00F561AE">
        <w:rPr>
          <w:sz w:val="18"/>
          <w:szCs w:val="18"/>
        </w:rPr>
        <w:t>v rozsahu přílohy č. 14 vyhlášky č. 499/2006 Sb. a požadavků Smlouvy.</w:t>
      </w:r>
      <w:r w:rsidR="005D336A" w:rsidRPr="00F561AE">
        <w:rPr>
          <w:sz w:val="18"/>
          <w:szCs w:val="18"/>
        </w:rPr>
        <w:t xml:space="preserve"> Jedná se o </w:t>
      </w:r>
      <w:r w:rsidRPr="00F561AE">
        <w:rPr>
          <w:sz w:val="18"/>
          <w:szCs w:val="18"/>
        </w:rPr>
        <w:t>dokumentaci, kterou zpracovává Zhotovitel stavby po ukončení stavebních</w:t>
      </w:r>
      <w:r w:rsidR="005D336A" w:rsidRPr="00F561AE">
        <w:rPr>
          <w:sz w:val="18"/>
          <w:szCs w:val="18"/>
        </w:rPr>
        <w:t xml:space="preserve"> prací. </w:t>
      </w:r>
      <w:r w:rsidRPr="00F561AE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F561AE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561AE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1E97E1ED" w:rsidR="00F92E3A" w:rsidRPr="00F561AE" w:rsidRDefault="00F92E3A" w:rsidP="00D6148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561AE">
        <w:rPr>
          <w:b/>
          <w:sz w:val="18"/>
          <w:szCs w:val="18"/>
        </w:rPr>
        <w:t xml:space="preserve">Zadávací dokumentace </w:t>
      </w:r>
      <w:r w:rsidRPr="00F561AE">
        <w:rPr>
          <w:sz w:val="18"/>
          <w:szCs w:val="18"/>
        </w:rPr>
        <w:t>(dále také „ZD“) je soubor dokumentů (OP, Technické</w:t>
      </w:r>
      <w:r w:rsidR="005D336A" w:rsidRPr="00F561AE">
        <w:rPr>
          <w:sz w:val="18"/>
          <w:szCs w:val="18"/>
        </w:rPr>
        <w:t xml:space="preserve"> podmínky, D</w:t>
      </w:r>
      <w:r w:rsidRPr="00F561AE">
        <w:rPr>
          <w:sz w:val="18"/>
          <w:szCs w:val="18"/>
        </w:rPr>
        <w:t>okumentace atd.), které vymezují předmět veřejné zakázky v</w:t>
      </w:r>
      <w:r w:rsidR="005D336A" w:rsidRPr="00F561AE">
        <w:rPr>
          <w:sz w:val="18"/>
          <w:szCs w:val="18"/>
        </w:rPr>
        <w:t> </w:t>
      </w:r>
      <w:r w:rsidRPr="00F561AE">
        <w:rPr>
          <w:sz w:val="18"/>
          <w:szCs w:val="18"/>
        </w:rPr>
        <w:t>podrobnostech</w:t>
      </w:r>
      <w:r w:rsidR="005D336A" w:rsidRPr="00F561AE">
        <w:rPr>
          <w:sz w:val="18"/>
          <w:szCs w:val="18"/>
        </w:rPr>
        <w:t xml:space="preserve"> nezbytných pro </w:t>
      </w:r>
      <w:r w:rsidRPr="00F561AE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561AE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t xml:space="preserve">Projektová dokumentace </w:t>
      </w:r>
      <w:r w:rsidRPr="00F561AE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561A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F561AE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t>Pojmy s velkými začátečnými písmeny</w:t>
      </w:r>
      <w:r w:rsidRPr="00F561AE">
        <w:rPr>
          <w:sz w:val="18"/>
          <w:szCs w:val="18"/>
        </w:rPr>
        <w:t xml:space="preserve"> použité v těchto </w:t>
      </w:r>
      <w:r w:rsidR="00A774DB" w:rsidRPr="00F561AE">
        <w:rPr>
          <w:b/>
          <w:sz w:val="18"/>
          <w:szCs w:val="18"/>
        </w:rPr>
        <w:t>Zvláštních technických podmínkách</w:t>
      </w:r>
      <w:r w:rsidR="00A774DB" w:rsidRPr="00F561AE">
        <w:rPr>
          <w:sz w:val="18"/>
          <w:szCs w:val="18"/>
        </w:rPr>
        <w:t xml:space="preserve"> (dále jen „ZTP“)</w:t>
      </w:r>
      <w:r w:rsidRPr="00F561AE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F561AE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F561AE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V</w:t>
      </w:r>
      <w:r w:rsidRPr="00F561AE">
        <w:rPr>
          <w:rFonts w:cs="Verdana"/>
          <w:sz w:val="18"/>
          <w:szCs w:val="18"/>
        </w:rPr>
        <w:t xml:space="preserve"> ZTP jsou použité odkazy na </w:t>
      </w:r>
      <w:r w:rsidRPr="00F561AE">
        <w:rPr>
          <w:rFonts w:cs="Verdana"/>
          <w:b/>
          <w:sz w:val="18"/>
          <w:szCs w:val="18"/>
        </w:rPr>
        <w:t>oddíly, články a podčlánky</w:t>
      </w:r>
      <w:r w:rsidRPr="00F561AE">
        <w:rPr>
          <w:rFonts w:cs="Verdana"/>
          <w:sz w:val="18"/>
          <w:szCs w:val="18"/>
        </w:rPr>
        <w:t xml:space="preserve"> souboru </w:t>
      </w:r>
      <w:r w:rsidRPr="00F561AE">
        <w:rPr>
          <w:rFonts w:cs="Verdana"/>
          <w:b/>
          <w:sz w:val="18"/>
          <w:szCs w:val="18"/>
        </w:rPr>
        <w:t>Technické kvalitativní podmínky staveb státních drah</w:t>
      </w:r>
      <w:r w:rsidRPr="00F561AE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F561AE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561AE">
        <w:rPr>
          <w:sz w:val="18"/>
          <w:szCs w:val="18"/>
        </w:rPr>
        <w:br w:type="page"/>
      </w:r>
    </w:p>
    <w:p w14:paraId="0CBE9032" w14:textId="77777777" w:rsidR="00DF7BAA" w:rsidRPr="00F561AE" w:rsidRDefault="00DF7BAA" w:rsidP="00DF7BAA">
      <w:pPr>
        <w:pStyle w:val="Nadpis2-1"/>
      </w:pPr>
      <w:bookmarkStart w:id="4" w:name="_Toc6410429"/>
      <w:bookmarkStart w:id="5" w:name="_Toc131148866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F561AE">
        <w:lastRenderedPageBreak/>
        <w:t>SPECIFIKACE PŘEDMĚTU DÍLA</w:t>
      </w:r>
      <w:bookmarkEnd w:id="4"/>
      <w:bookmarkEnd w:id="5"/>
    </w:p>
    <w:p w14:paraId="05AE8C5C" w14:textId="77777777" w:rsidR="00DF7BAA" w:rsidRPr="00F561AE" w:rsidRDefault="00DF7BAA" w:rsidP="00DF7BAA">
      <w:pPr>
        <w:pStyle w:val="Nadpis2-2"/>
      </w:pPr>
      <w:bookmarkStart w:id="11" w:name="_Toc6410430"/>
      <w:bookmarkStart w:id="12" w:name="_Toc131148867"/>
      <w:r w:rsidRPr="00F561AE">
        <w:t>Účel a rozsah předmětu Díla</w:t>
      </w:r>
      <w:bookmarkEnd w:id="11"/>
      <w:bookmarkEnd w:id="12"/>
    </w:p>
    <w:p w14:paraId="144B4FC2" w14:textId="60AAE988" w:rsidR="00DF7BAA" w:rsidRPr="00F561AE" w:rsidRDefault="00DF7BAA" w:rsidP="00DF7BAA">
      <w:pPr>
        <w:pStyle w:val="Text2-1"/>
      </w:pPr>
      <w:r w:rsidRPr="00F561AE">
        <w:t>Předmětem díla je zhotovení stavby „</w:t>
      </w:r>
      <w:r w:rsidR="00D6148E" w:rsidRPr="00F561AE">
        <w:t xml:space="preserve">Oprava TV v </w:t>
      </w:r>
      <w:r w:rsidR="003B4BAD">
        <w:t>úseku</w:t>
      </w:r>
      <w:r w:rsidR="00D6148E" w:rsidRPr="00F561AE">
        <w:t xml:space="preserve"> Valašská Polanka - Vsetín</w:t>
      </w:r>
      <w:r w:rsidRPr="00F561AE">
        <w:t>“</w:t>
      </w:r>
      <w:r w:rsidR="00EC4FA5" w:rsidRPr="00F561AE">
        <w:t>,</w:t>
      </w:r>
      <w:r w:rsidRPr="00F561AE">
        <w:t xml:space="preserve"> jejímž cílem je </w:t>
      </w:r>
      <w:r w:rsidR="00FF66FB" w:rsidRPr="00F561AE">
        <w:t>ú</w:t>
      </w:r>
      <w:r w:rsidR="00D6148E" w:rsidRPr="00F561AE">
        <w:t xml:space="preserve">prava kotvení velkého </w:t>
      </w:r>
      <w:r w:rsidR="00FF66FB" w:rsidRPr="00F561AE">
        <w:t>pevného b</w:t>
      </w:r>
      <w:r w:rsidR="003053E0">
        <w:t>o</w:t>
      </w:r>
      <w:r w:rsidR="00FF66FB" w:rsidRPr="00F561AE">
        <w:t xml:space="preserve">du (dále </w:t>
      </w:r>
      <w:r w:rsidR="003053E0">
        <w:t>V</w:t>
      </w:r>
      <w:r w:rsidR="00FF66FB" w:rsidRPr="00F561AE">
        <w:t>PB)</w:t>
      </w:r>
      <w:r w:rsidR="00D6148E" w:rsidRPr="00F561AE">
        <w:t xml:space="preserve"> dle vzorové sestavy „J“ </w:t>
      </w:r>
      <w:r w:rsidR="003053E0">
        <w:t>a o</w:t>
      </w:r>
      <w:r w:rsidR="003053E0" w:rsidRPr="002F08FE">
        <w:t>dstranění</w:t>
      </w:r>
      <w:r w:rsidR="003053E0">
        <w:t xml:space="preserve"> tak</w:t>
      </w:r>
      <w:r w:rsidR="003053E0" w:rsidRPr="002F08FE">
        <w:t xml:space="preserve"> nevyhovujícího stavu železniční infrastruktury</w:t>
      </w:r>
      <w:r w:rsidRPr="00F561AE">
        <w:t>.</w:t>
      </w:r>
    </w:p>
    <w:p w14:paraId="29AAB0CD" w14:textId="1633D1AA" w:rsidR="00E70AB8" w:rsidRPr="00F561AE" w:rsidRDefault="00A16611" w:rsidP="00F52698">
      <w:pPr>
        <w:pStyle w:val="Text2-1"/>
      </w:pPr>
      <w:r w:rsidRPr="00F561AE">
        <w:t>Rozsah Díla „</w:t>
      </w:r>
      <w:r w:rsidR="00313984" w:rsidRPr="00F561AE">
        <w:t xml:space="preserve">Oprava TV v </w:t>
      </w:r>
      <w:r w:rsidR="003B4BAD">
        <w:t>úseku</w:t>
      </w:r>
      <w:r w:rsidR="00313984" w:rsidRPr="00F561AE">
        <w:t xml:space="preserve"> Valašská Polanka - Vsetín“,</w:t>
      </w:r>
      <w:r w:rsidRPr="00F561AE">
        <w:t xml:space="preserve"> je</w:t>
      </w:r>
      <w:r w:rsidR="00313984" w:rsidRPr="00F561AE">
        <w:t xml:space="preserve"> </w:t>
      </w:r>
      <w:r w:rsidR="002A44CB">
        <w:t>vý</w:t>
      </w:r>
      <w:r w:rsidR="00313984" w:rsidRPr="00F561AE">
        <w:t xml:space="preserve">stavba nových základů pro nové krátké protikotvy K169 a K173, montáž a úprava nových táhel kotvení </w:t>
      </w:r>
      <w:r w:rsidR="002A44CB">
        <w:t>VPB</w:t>
      </w:r>
      <w:r w:rsidR="00313984" w:rsidRPr="00F561AE">
        <w:t xml:space="preserve">. Vodiče </w:t>
      </w:r>
      <w:r w:rsidR="00FF66FB" w:rsidRPr="00F561AE">
        <w:t xml:space="preserve">velkého </w:t>
      </w:r>
      <w:r w:rsidR="00313984" w:rsidRPr="00F561AE">
        <w:t xml:space="preserve">PB, izolátory, malé </w:t>
      </w:r>
      <w:r w:rsidR="00FF66FB" w:rsidRPr="00F561AE">
        <w:t>PB</w:t>
      </w:r>
      <w:r w:rsidR="00313984" w:rsidRPr="00F561AE">
        <w:t xml:space="preserve"> zůstávají stávající</w:t>
      </w:r>
      <w:r w:rsidR="00FF66FB" w:rsidRPr="00F561AE">
        <w:t>.</w:t>
      </w:r>
    </w:p>
    <w:p w14:paraId="7959D86F" w14:textId="71FD92F6" w:rsidR="00CE2A6B" w:rsidRPr="00F561AE" w:rsidRDefault="00CE2A6B" w:rsidP="00517E55">
      <w:pPr>
        <w:pStyle w:val="Text2-1"/>
      </w:pPr>
      <w:r w:rsidRPr="00F561AE">
        <w:t>Rozsah Díla je rozdělen do těchto stavebních objektů či provozních souborů:</w:t>
      </w:r>
    </w:p>
    <w:p w14:paraId="27FBE493" w14:textId="51EE66E5" w:rsidR="00CE2A6B" w:rsidRPr="00F561AE" w:rsidRDefault="002A44CB" w:rsidP="00CE2A6B">
      <w:pPr>
        <w:pStyle w:val="Text2-1"/>
        <w:numPr>
          <w:ilvl w:val="0"/>
          <w:numId w:val="0"/>
        </w:numPr>
        <w:ind w:left="737"/>
      </w:pPr>
      <w:r>
        <w:t>bez členění.</w:t>
      </w:r>
    </w:p>
    <w:p w14:paraId="3FFBD556" w14:textId="33E92913" w:rsidR="00517E55" w:rsidRPr="00F561AE" w:rsidRDefault="00517E55" w:rsidP="00517E55">
      <w:pPr>
        <w:pStyle w:val="Text2-1"/>
      </w:pPr>
      <w:r w:rsidRPr="00F561AE">
        <w:t>Rozsah díla je dále podrobně specifikován v</w:t>
      </w:r>
      <w:r w:rsidR="00EC02A5" w:rsidRPr="00F561AE">
        <w:t> Soupisu prací s výkazem výměr</w:t>
      </w:r>
      <w:r w:rsidRPr="00F561AE">
        <w:t>, který je součástí Zadávací dokumentace</w:t>
      </w:r>
      <w:r w:rsidR="00860F4E" w:rsidRPr="00F561AE">
        <w:t xml:space="preserve"> (Díl 4 Soupis prací s výkazem výměr)</w:t>
      </w:r>
      <w:r w:rsidRPr="00F561AE">
        <w:rPr>
          <w:i/>
        </w:rPr>
        <w:t>.</w:t>
      </w:r>
    </w:p>
    <w:p w14:paraId="79B5C973" w14:textId="77777777" w:rsidR="00DF7BAA" w:rsidRPr="00F561AE" w:rsidRDefault="00DF7BAA" w:rsidP="00DF7BAA">
      <w:pPr>
        <w:pStyle w:val="Nadpis2-2"/>
      </w:pPr>
      <w:bookmarkStart w:id="13" w:name="_Toc6410431"/>
      <w:bookmarkStart w:id="14" w:name="_Toc131148868"/>
      <w:r w:rsidRPr="00F561AE">
        <w:t>Umístění stavby</w:t>
      </w:r>
      <w:bookmarkEnd w:id="13"/>
      <w:bookmarkEnd w:id="14"/>
    </w:p>
    <w:p w14:paraId="4DFE4759" w14:textId="46910764" w:rsidR="006972D4" w:rsidRPr="00F561AE" w:rsidRDefault="00DF7BAA" w:rsidP="005A6C0C">
      <w:pPr>
        <w:pStyle w:val="Text2-1"/>
      </w:pPr>
      <w:r w:rsidRPr="00F561AE">
        <w:t xml:space="preserve">Stavba bude probíhat na trati </w:t>
      </w:r>
      <w:r w:rsidR="00313984" w:rsidRPr="00F561AE">
        <w:t>308 – Horní Lideč – Hranice na Moravě</w:t>
      </w:r>
    </w:p>
    <w:p w14:paraId="46BB6011" w14:textId="20CF596A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Kraj: </w:t>
      </w:r>
      <w:r w:rsidR="00313984" w:rsidRPr="00F561AE">
        <w:t>Zlínský</w:t>
      </w:r>
    </w:p>
    <w:p w14:paraId="50C118F7" w14:textId="0ABF5E8F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Okres: </w:t>
      </w:r>
      <w:r w:rsidR="00313984" w:rsidRPr="00F561AE">
        <w:t>Vsetín</w:t>
      </w:r>
    </w:p>
    <w:p w14:paraId="2BC5441F" w14:textId="22272221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Obec: </w:t>
      </w:r>
      <w:r w:rsidR="00313984" w:rsidRPr="00F561AE">
        <w:t>Ústí u Vsetína</w:t>
      </w:r>
    </w:p>
    <w:p w14:paraId="03957CE5" w14:textId="7ADF5688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TUDU: </w:t>
      </w:r>
      <w:r w:rsidR="00313984" w:rsidRPr="00F561AE">
        <w:t>236204</w:t>
      </w:r>
    </w:p>
    <w:p w14:paraId="09F5040D" w14:textId="26054778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Katastrální území: </w:t>
      </w:r>
      <w:r w:rsidR="00C67538" w:rsidRPr="00F561AE">
        <w:t>Ústí u Vsetína (okres Vsetín)</w:t>
      </w:r>
    </w:p>
    <w:p w14:paraId="691293AA" w14:textId="793335FC" w:rsidR="00517E55" w:rsidRPr="00F561AE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F561AE">
        <w:t>P.č</w:t>
      </w:r>
      <w:proofErr w:type="spellEnd"/>
      <w:r w:rsidRPr="00F561AE">
        <w:t xml:space="preserve">. dotčeného pozemku: </w:t>
      </w:r>
      <w:r w:rsidR="00C67538" w:rsidRPr="00F561AE">
        <w:t>1605</w:t>
      </w:r>
      <w:r w:rsidRPr="00F561AE">
        <w:t xml:space="preserve"> </w:t>
      </w:r>
    </w:p>
    <w:p w14:paraId="4B38DE9B" w14:textId="643E6E27" w:rsidR="00517E55" w:rsidRPr="00F561AE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F561AE">
        <w:t xml:space="preserve">Bližší popis: </w:t>
      </w:r>
      <w:r w:rsidR="00C67538" w:rsidRPr="00F561AE">
        <w:t>ostatní plocha - dráha</w:t>
      </w:r>
      <w:r w:rsidRPr="00F561AE">
        <w:t xml:space="preserve"> </w:t>
      </w:r>
    </w:p>
    <w:p w14:paraId="2F0403DD" w14:textId="03DCF1BB" w:rsidR="00DF7BAA" w:rsidRPr="00F561AE" w:rsidRDefault="00517E55" w:rsidP="00517E55">
      <w:pPr>
        <w:pStyle w:val="Text2-1"/>
        <w:numPr>
          <w:ilvl w:val="0"/>
          <w:numId w:val="0"/>
        </w:numPr>
        <w:ind w:firstLine="709"/>
      </w:pPr>
      <w:r w:rsidRPr="00F561AE">
        <w:t xml:space="preserve">Zařazení tratě: </w:t>
      </w:r>
      <w:r w:rsidR="00C67538" w:rsidRPr="00F561AE">
        <w:t>TEN-T</w:t>
      </w:r>
    </w:p>
    <w:p w14:paraId="481509A7" w14:textId="77777777" w:rsidR="00DF7BAA" w:rsidRPr="00F561AE" w:rsidRDefault="00DF7BAA" w:rsidP="00DF7BAA">
      <w:pPr>
        <w:pStyle w:val="Nadpis2-1"/>
      </w:pPr>
      <w:bookmarkStart w:id="15" w:name="_Toc6410432"/>
      <w:bookmarkStart w:id="16" w:name="_Toc131148869"/>
      <w:r w:rsidRPr="00F561AE">
        <w:t>PŘEHLED VÝCHOZÍCH PODKLADŮ</w:t>
      </w:r>
      <w:bookmarkEnd w:id="15"/>
      <w:bookmarkEnd w:id="16"/>
    </w:p>
    <w:p w14:paraId="6A2039BC" w14:textId="77777777" w:rsidR="00DF7BAA" w:rsidRPr="00F561AE" w:rsidRDefault="00DF7BAA" w:rsidP="00DF7BAA">
      <w:pPr>
        <w:pStyle w:val="Nadpis2-2"/>
      </w:pPr>
      <w:bookmarkStart w:id="17" w:name="_Toc6410433"/>
      <w:bookmarkStart w:id="18" w:name="_Toc131148870"/>
      <w:r w:rsidRPr="00F561AE">
        <w:t>Projektová dokumentace</w:t>
      </w:r>
      <w:bookmarkEnd w:id="17"/>
      <w:bookmarkEnd w:id="18"/>
    </w:p>
    <w:p w14:paraId="7153DAFA" w14:textId="26B79546" w:rsidR="00615BEC" w:rsidRPr="00F561AE" w:rsidRDefault="00615BEC" w:rsidP="00615BEC">
      <w:pPr>
        <w:pStyle w:val="Text2-1"/>
      </w:pPr>
      <w:r w:rsidRPr="00F561AE">
        <w:t>Projektová dokumentace „</w:t>
      </w:r>
      <w:r w:rsidR="00C67538" w:rsidRPr="00F561AE">
        <w:t>Oprava TV v 1. kol. Valašská Polanka - Vsetín</w:t>
      </w:r>
      <w:r w:rsidRPr="00F561AE">
        <w:t xml:space="preserve">“, zpracovatel </w:t>
      </w:r>
      <w:r w:rsidR="00C67538" w:rsidRPr="00F561AE">
        <w:t>TRAMO RAIL,</w:t>
      </w:r>
      <w:r w:rsidR="005C5108">
        <w:t xml:space="preserve"> </w:t>
      </w:r>
      <w:r w:rsidR="00C67538" w:rsidRPr="00F561AE">
        <w:t>a.s.</w:t>
      </w:r>
      <w:r w:rsidRPr="00F561AE">
        <w:t xml:space="preserve">, datum </w:t>
      </w:r>
      <w:r w:rsidR="00C67538" w:rsidRPr="00F561AE">
        <w:t>4/2019</w:t>
      </w:r>
      <w:r w:rsidR="00860F4E" w:rsidRPr="00F561AE">
        <w:t xml:space="preserve">, stupeň PD </w:t>
      </w:r>
      <w:r w:rsidR="00C67538" w:rsidRPr="00F561AE">
        <w:t>projekt</w:t>
      </w:r>
    </w:p>
    <w:p w14:paraId="52904154" w14:textId="77777777" w:rsidR="00DF7BAA" w:rsidRPr="00F561AE" w:rsidRDefault="00DF7BAA" w:rsidP="00DF7BAA">
      <w:pPr>
        <w:pStyle w:val="Nadpis2-2"/>
      </w:pPr>
      <w:bookmarkStart w:id="19" w:name="_Toc6410434"/>
      <w:bookmarkStart w:id="20" w:name="_Toc131148871"/>
      <w:r w:rsidRPr="00F561AE">
        <w:t>Související dokumentace</w:t>
      </w:r>
      <w:bookmarkEnd w:id="19"/>
      <w:bookmarkEnd w:id="20"/>
    </w:p>
    <w:p w14:paraId="241A176F" w14:textId="0BE56F93" w:rsidR="008170FD" w:rsidRPr="00F561AE" w:rsidRDefault="008170FD" w:rsidP="008170FD">
      <w:pPr>
        <w:pStyle w:val="Text2-1"/>
      </w:pPr>
      <w:r w:rsidRPr="00F561AE">
        <w:t xml:space="preserve">Stavba nepodléhá stavebnímu či jinému řízení. </w:t>
      </w:r>
    </w:p>
    <w:p w14:paraId="68275920" w14:textId="77777777" w:rsidR="00DF7BAA" w:rsidRPr="00F561AE" w:rsidRDefault="00DF7BAA" w:rsidP="00DF7BAA">
      <w:pPr>
        <w:pStyle w:val="Nadpis2-1"/>
      </w:pPr>
      <w:bookmarkStart w:id="21" w:name="_Toc6410435"/>
      <w:bookmarkStart w:id="22" w:name="_Toc131148872"/>
      <w:r w:rsidRPr="00F561AE">
        <w:t>KOORDINACE S JINÝMI STAVBAMI</w:t>
      </w:r>
      <w:bookmarkEnd w:id="21"/>
      <w:bookmarkEnd w:id="22"/>
      <w:r w:rsidRPr="00F561AE">
        <w:t xml:space="preserve"> </w:t>
      </w:r>
    </w:p>
    <w:p w14:paraId="48930A80" w14:textId="77777777" w:rsidR="00DF7BAA" w:rsidRPr="00F561AE" w:rsidRDefault="00DF7BAA" w:rsidP="00DF7BAA">
      <w:pPr>
        <w:pStyle w:val="Text2-1"/>
      </w:pPr>
      <w:r w:rsidRPr="00F561AE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F561AE">
        <w:t>žst</w:t>
      </w:r>
      <w:proofErr w:type="spellEnd"/>
      <w:r w:rsidRPr="00F561AE">
        <w:t xml:space="preserve">. apod. </w:t>
      </w:r>
    </w:p>
    <w:p w14:paraId="015123D7" w14:textId="77777777" w:rsidR="0022480A" w:rsidRDefault="0022480A" w:rsidP="0022480A">
      <w:pPr>
        <w:pStyle w:val="Text2-1"/>
      </w:pPr>
      <w:bookmarkStart w:id="23" w:name="_Toc6410436"/>
      <w:r w:rsidRPr="008170FD">
        <w:t>Koordinace musí probíhat zejména s níže uvedenými investicemi nebo opravnými pracemi:</w:t>
      </w:r>
    </w:p>
    <w:p w14:paraId="20D89339" w14:textId="70654CA2" w:rsidR="0022480A" w:rsidRPr="008170FD" w:rsidRDefault="0022480A" w:rsidP="0022480A">
      <w:pPr>
        <w:pStyle w:val="Text2-1"/>
        <w:numPr>
          <w:ilvl w:val="0"/>
          <w:numId w:val="39"/>
        </w:numPr>
      </w:pPr>
      <w:r>
        <w:t xml:space="preserve">Rekonstrukce </w:t>
      </w:r>
      <w:r w:rsidR="004030AD">
        <w:t>ŽST</w:t>
      </w:r>
      <w:r>
        <w:t xml:space="preserve"> Vsetín</w:t>
      </w:r>
      <w:r w:rsidR="004030AD">
        <w:t xml:space="preserve"> (investor: SŽ/Stavební správa východ)</w:t>
      </w:r>
    </w:p>
    <w:p w14:paraId="32E3FFCA" w14:textId="77777777" w:rsidR="00DF7BAA" w:rsidRPr="00F561AE" w:rsidRDefault="0025048A" w:rsidP="00DF7BAA">
      <w:pPr>
        <w:pStyle w:val="Nadpis2-1"/>
      </w:pPr>
      <w:bookmarkStart w:id="24" w:name="_Toc131148873"/>
      <w:r w:rsidRPr="00F561AE">
        <w:lastRenderedPageBreak/>
        <w:t xml:space="preserve">Zvláštní </w:t>
      </w:r>
      <w:r w:rsidR="00DF7BAA" w:rsidRPr="00F561AE">
        <w:t xml:space="preserve">TECHNICKÉ </w:t>
      </w:r>
      <w:r w:rsidRPr="00F561AE">
        <w:t>podmímky a požadavky na</w:t>
      </w:r>
      <w:r w:rsidR="00DF7BAA" w:rsidRPr="00F561AE">
        <w:t xml:space="preserve"> PROVEDENÍ DÍLA</w:t>
      </w:r>
      <w:bookmarkEnd w:id="23"/>
      <w:bookmarkEnd w:id="24"/>
    </w:p>
    <w:p w14:paraId="6FD8A9DE" w14:textId="77777777" w:rsidR="00DF7BAA" w:rsidRPr="00F561AE" w:rsidRDefault="00DF7BAA" w:rsidP="00DF7BAA">
      <w:pPr>
        <w:pStyle w:val="Nadpis2-2"/>
      </w:pPr>
      <w:bookmarkStart w:id="25" w:name="_Toc6410437"/>
      <w:bookmarkStart w:id="26" w:name="_Toc131148874"/>
      <w:r w:rsidRPr="00F561AE">
        <w:t>Všeobecně</w:t>
      </w:r>
      <w:bookmarkEnd w:id="25"/>
      <w:bookmarkEnd w:id="26"/>
    </w:p>
    <w:p w14:paraId="65F9A068" w14:textId="77777777" w:rsidR="003B0494" w:rsidRPr="00F561AE" w:rsidRDefault="003B0494" w:rsidP="003B0494">
      <w:pPr>
        <w:pStyle w:val="Text2-1"/>
      </w:pPr>
      <w:r w:rsidRPr="00F561AE">
        <w:rPr>
          <w:b/>
        </w:rPr>
        <w:t>ZTP</w:t>
      </w:r>
      <w:r w:rsidRPr="00F561AE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F561AE" w:rsidRDefault="003B0494" w:rsidP="003B0494">
      <w:pPr>
        <w:pStyle w:val="Text2-1"/>
      </w:pPr>
      <w:r w:rsidRPr="00F561AE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F561AE" w:rsidRDefault="003B0494" w:rsidP="007345FE">
      <w:pPr>
        <w:pStyle w:val="Text2-2"/>
        <w:ind w:left="1701" w:hanging="992"/>
      </w:pPr>
      <w:r w:rsidRPr="00F561AE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F561AE" w:rsidRDefault="003B0494" w:rsidP="007345FE">
      <w:pPr>
        <w:pStyle w:val="Text2-2"/>
        <w:ind w:left="1701" w:hanging="992"/>
      </w:pPr>
      <w:r w:rsidRPr="00F561AE">
        <w:t>Čl. 1.4.8 TKP, odst. 5 Text „…</w:t>
      </w:r>
      <w:bookmarkStart w:id="27" w:name="_Hlk115084506"/>
      <w:r w:rsidRPr="00F561AE">
        <w:t>nejméně 5 pracovních dnů před termínem</w:t>
      </w:r>
      <w:bookmarkEnd w:id="27"/>
      <w:r w:rsidRPr="00F561AE">
        <w:t>…“ se mění na „…nejméně 2 pracovní dny před termínem …“.</w:t>
      </w:r>
    </w:p>
    <w:p w14:paraId="2CE0FF76" w14:textId="77777777" w:rsidR="003B0494" w:rsidRPr="00F561AE" w:rsidRDefault="003B0494" w:rsidP="007345FE">
      <w:pPr>
        <w:pStyle w:val="Text2-2"/>
        <w:ind w:left="1701" w:hanging="992"/>
      </w:pPr>
      <w:r w:rsidRPr="00F561AE">
        <w:t>V čl. 1.7.1 TKP, odst. 1 se doplňuje text „…se zásadami směrnice SŽ SM011</w:t>
      </w:r>
      <w:r w:rsidR="000258E6" w:rsidRPr="00F561AE">
        <w:t xml:space="preserve"> (Dokumentace staveb Správy železnic, státní organizace)</w:t>
      </w:r>
      <w:r w:rsidRPr="00F561AE">
        <w:t xml:space="preserve"> směrnice SŽDC</w:t>
      </w:r>
      <w:r w:rsidR="000258E6" w:rsidRPr="00F561AE">
        <w:t xml:space="preserve"> </w:t>
      </w:r>
      <w:r w:rsidRPr="00F561AE">
        <w:t>č.</w:t>
      </w:r>
      <w:r w:rsidR="000258E6" w:rsidRPr="00F561AE">
        <w:t> </w:t>
      </w:r>
      <w:r w:rsidRPr="00F561AE">
        <w:t>117</w:t>
      </w:r>
      <w:r w:rsidR="000258E6" w:rsidRPr="00F561AE">
        <w:t xml:space="preserve"> (Předávání digitální dokumentace z investiční výstavby SŽDC)</w:t>
      </w:r>
      <w:r w:rsidRPr="00F561AE">
        <w:t xml:space="preserve"> a pokynu GŘ č.</w:t>
      </w:r>
      <w:r w:rsidR="000258E6" w:rsidRPr="00F561AE">
        <w:t> </w:t>
      </w:r>
      <w:r w:rsidRPr="00F561AE">
        <w:t>4/2016</w:t>
      </w:r>
      <w:r w:rsidR="000258E6" w:rsidRPr="00F561AE">
        <w:t xml:space="preserve"> (Předávání digitální dokumentace a dat mezi SŽDC a externími subjekty)</w:t>
      </w:r>
      <w:r w:rsidRPr="00F561AE">
        <w:t xml:space="preserve"> a pokynu GŘ SŽ PO-06/2020-GŘ</w:t>
      </w:r>
      <w:r w:rsidR="00F04838" w:rsidRPr="00F561AE">
        <w:t xml:space="preserve"> (Pokyn generálního ředitele k poskytování geodetických podkladů a činností pro přípravu a realizaci opravných a investičních akcí)</w:t>
      </w:r>
      <w:r w:rsidRPr="00F561AE">
        <w:t xml:space="preserve"> a dále v souladu s dokumenty v této kapitole citovanými.“</w:t>
      </w:r>
    </w:p>
    <w:p w14:paraId="4EB514DA" w14:textId="77777777" w:rsidR="003B0494" w:rsidRPr="00F561AE" w:rsidRDefault="003B0494" w:rsidP="007345FE">
      <w:pPr>
        <w:pStyle w:val="Text2-2"/>
        <w:ind w:left="1701" w:hanging="992"/>
      </w:pPr>
      <w:r w:rsidRPr="00F561AE">
        <w:t>Čl. 1.7.3.2 TKP, odst. 1 se ruší</w:t>
      </w:r>
      <w:r w:rsidR="00F04838" w:rsidRPr="00F561AE">
        <w:t>.</w:t>
      </w:r>
    </w:p>
    <w:p w14:paraId="13EDD7E0" w14:textId="77777777" w:rsidR="003B0494" w:rsidRPr="00F561AE" w:rsidRDefault="003B0494" w:rsidP="007345FE">
      <w:pPr>
        <w:pStyle w:val="Text2-2"/>
        <w:ind w:left="1701" w:hanging="992"/>
      </w:pPr>
      <w:r w:rsidRPr="00F561AE">
        <w:t xml:space="preserve">Čl. </w:t>
      </w:r>
      <w:bookmarkStart w:id="28" w:name="_Hlk115950514"/>
      <w:r w:rsidRPr="00F561AE">
        <w:t xml:space="preserve">1.7.3.2 TKP, odst. 7 </w:t>
      </w:r>
      <w:bookmarkEnd w:id="28"/>
      <w:r w:rsidRPr="00F561AE">
        <w:t>se ruší.</w:t>
      </w:r>
    </w:p>
    <w:p w14:paraId="267F5656" w14:textId="77777777" w:rsidR="003B0494" w:rsidRPr="00F561AE" w:rsidRDefault="003B0494" w:rsidP="007345FE">
      <w:pPr>
        <w:pStyle w:val="Text2-2"/>
        <w:ind w:left="1701" w:hanging="992"/>
      </w:pPr>
      <w:r w:rsidRPr="00F561AE">
        <w:t>Čl. 1.7.3.3 TKP, odst. 1 se mění takto:</w:t>
      </w:r>
    </w:p>
    <w:p w14:paraId="7E1FF04A" w14:textId="77777777" w:rsidR="003B0494" w:rsidRPr="00F561AE" w:rsidRDefault="003B0494" w:rsidP="007345FE">
      <w:pPr>
        <w:pStyle w:val="Text2-2"/>
        <w:numPr>
          <w:ilvl w:val="0"/>
          <w:numId w:val="0"/>
        </w:numPr>
        <w:ind w:left="1701"/>
      </w:pPr>
      <w:r w:rsidRPr="00F561AE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F561AE">
        <w:t>Bpv</w:t>
      </w:r>
      <w:proofErr w:type="spellEnd"/>
      <w:r w:rsidRPr="00F561AE">
        <w:t>.</w:t>
      </w:r>
    </w:p>
    <w:p w14:paraId="2A5238ED" w14:textId="77777777" w:rsidR="00EB6387" w:rsidRPr="00F561AE" w:rsidRDefault="00EB6387" w:rsidP="007345FE">
      <w:pPr>
        <w:pStyle w:val="Text2-2"/>
        <w:ind w:left="1701" w:hanging="992"/>
      </w:pPr>
      <w:r w:rsidRPr="00F561AE">
        <w:t xml:space="preserve">V čl. 1.7.3.5 TKP, odst.1 se mění takto: </w:t>
      </w:r>
    </w:p>
    <w:p w14:paraId="2F5EA142" w14:textId="77777777" w:rsidR="00EB6387" w:rsidRPr="00F561AE" w:rsidRDefault="00EB6387" w:rsidP="007345FE">
      <w:pPr>
        <w:pStyle w:val="Text2-2"/>
        <w:numPr>
          <w:ilvl w:val="0"/>
          <w:numId w:val="0"/>
        </w:numPr>
        <w:ind w:left="1701"/>
      </w:pPr>
      <w:r w:rsidRPr="00F561AE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F561AE" w:rsidRDefault="00EB6387" w:rsidP="007345FE">
      <w:pPr>
        <w:pStyle w:val="Text2-2"/>
        <w:ind w:left="1701" w:hanging="992"/>
      </w:pPr>
      <w:r w:rsidRPr="00F561AE">
        <w:t>V čl. 1.7.3.5 TKP, se ruší odstavce 5 a 6.</w:t>
      </w:r>
    </w:p>
    <w:p w14:paraId="7DA96C7C" w14:textId="77777777" w:rsidR="00EB6387" w:rsidRPr="00F561AE" w:rsidRDefault="00EB6387" w:rsidP="007345FE">
      <w:pPr>
        <w:pStyle w:val="Text2-2"/>
        <w:ind w:left="1701" w:hanging="992"/>
      </w:pPr>
      <w:r w:rsidRPr="00F561AE">
        <w:t>Čl. 1.8.2 TKP, odst. 6 písm. a) se doplňuje textem „…byla-li RDS zpracována</w:t>
      </w:r>
      <w:bookmarkStart w:id="29" w:name="_Hlk115329733"/>
      <w:bookmarkStart w:id="30" w:name="_Hlk115427294"/>
      <w:r w:rsidRPr="00F561AE">
        <w:t>…“</w:t>
      </w:r>
      <w:bookmarkEnd w:id="29"/>
      <w:r w:rsidRPr="00F561AE">
        <w:t>.</w:t>
      </w:r>
      <w:bookmarkEnd w:id="30"/>
    </w:p>
    <w:p w14:paraId="67B3D152" w14:textId="77777777" w:rsidR="00F832AA" w:rsidRPr="00F561AE" w:rsidRDefault="00F832AA" w:rsidP="007345FE">
      <w:pPr>
        <w:pStyle w:val="Text2-2"/>
        <w:ind w:left="1701" w:hanging="992"/>
      </w:pPr>
      <w:r w:rsidRPr="00F561AE">
        <w:t>Čl. 1.8.2 TKP, odst. 7 se ruší.</w:t>
      </w:r>
    </w:p>
    <w:p w14:paraId="787235CA" w14:textId="77777777" w:rsidR="00F832AA" w:rsidRPr="00F561AE" w:rsidRDefault="00F832AA" w:rsidP="007345FE">
      <w:pPr>
        <w:pStyle w:val="Text2-2"/>
        <w:ind w:left="1701" w:hanging="992"/>
      </w:pPr>
      <w:r w:rsidRPr="00F561AE">
        <w:t xml:space="preserve">V čl. 1.8.3.1 TKP, odst. 2 se ruší text </w:t>
      </w:r>
      <w:bookmarkStart w:id="31" w:name="_Hlk115877962"/>
      <w:r w:rsidRPr="00F561AE">
        <w:t>„…</w:t>
      </w:r>
      <w:bookmarkEnd w:id="31"/>
      <w:r w:rsidRPr="00F561AE">
        <w:t xml:space="preserve"> tj. zpravidla Stavební správa SŽ</w:t>
      </w:r>
      <w:bookmarkStart w:id="32" w:name="_Hlk115334079"/>
      <w:r w:rsidRPr="00F561AE">
        <w:t>…“.</w:t>
      </w:r>
      <w:bookmarkEnd w:id="32"/>
    </w:p>
    <w:p w14:paraId="50868204" w14:textId="77777777" w:rsidR="00F832AA" w:rsidRPr="00F561AE" w:rsidRDefault="00F832AA" w:rsidP="007345FE">
      <w:pPr>
        <w:pStyle w:val="Text2-2"/>
        <w:ind w:left="1701" w:hanging="992"/>
      </w:pPr>
      <w:r w:rsidRPr="00F561AE">
        <w:t>V čl. 1.9.2 TKP, odst. 3 se mění lhůta z 14 kalendářních dní na 7 kalendářních dní.</w:t>
      </w:r>
    </w:p>
    <w:p w14:paraId="5336A234" w14:textId="77777777" w:rsidR="00F832AA" w:rsidRPr="00F561AE" w:rsidRDefault="00F832AA" w:rsidP="007345FE">
      <w:pPr>
        <w:pStyle w:val="Text2-2"/>
        <w:ind w:left="1701" w:hanging="992"/>
      </w:pPr>
      <w:r w:rsidRPr="00F561AE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F561AE" w:rsidRDefault="001A001A" w:rsidP="007345FE">
      <w:pPr>
        <w:pStyle w:val="Text2-2"/>
        <w:ind w:left="1701" w:hanging="992"/>
      </w:pPr>
      <w:r w:rsidRPr="00F561AE">
        <w:t>Čl. 1.9.2 TKP, odst. 7 se ruší.</w:t>
      </w:r>
    </w:p>
    <w:p w14:paraId="0AF2C3F2" w14:textId="77777777" w:rsidR="001A001A" w:rsidRPr="00F561AE" w:rsidRDefault="001A001A" w:rsidP="007345FE">
      <w:pPr>
        <w:pStyle w:val="Text2-2"/>
        <w:ind w:left="1701" w:hanging="992"/>
      </w:pPr>
      <w:r w:rsidRPr="00F561AE">
        <w:t xml:space="preserve">Čl. 1.9.4 TKP, odst. 2 se mění takto: </w:t>
      </w:r>
    </w:p>
    <w:p w14:paraId="1E53D822" w14:textId="77777777" w:rsidR="00EB6387" w:rsidRPr="00F561AE" w:rsidRDefault="001A001A" w:rsidP="007345FE">
      <w:pPr>
        <w:pStyle w:val="Text2-2"/>
        <w:numPr>
          <w:ilvl w:val="0"/>
          <w:numId w:val="0"/>
        </w:numPr>
        <w:ind w:left="1701"/>
      </w:pPr>
      <w:r w:rsidRPr="00F561AE"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F561AE" w:rsidRDefault="001A001A" w:rsidP="007345FE">
      <w:pPr>
        <w:pStyle w:val="Text2-2"/>
        <w:ind w:left="1701" w:hanging="992"/>
      </w:pPr>
      <w:r w:rsidRPr="00F561AE">
        <w:t>Čl. 1.9.4 TKP, odst.5 se mění takto:</w:t>
      </w:r>
    </w:p>
    <w:p w14:paraId="755F332C" w14:textId="77777777" w:rsidR="001A001A" w:rsidRPr="00F561AE" w:rsidRDefault="001A001A" w:rsidP="007345FE">
      <w:pPr>
        <w:pStyle w:val="Text2-2"/>
        <w:numPr>
          <w:ilvl w:val="0"/>
          <w:numId w:val="0"/>
        </w:numPr>
        <w:ind w:left="1701"/>
      </w:pPr>
      <w:r w:rsidRPr="00F561AE">
        <w:t>Zhotovitel se zavazuje zpracovat havarijní plán pro případný únik ropných látek ve smyslu zákona č. 254/2001</w:t>
      </w:r>
      <w:r w:rsidR="00F04838" w:rsidRPr="00F561AE">
        <w:t> </w:t>
      </w:r>
      <w:r w:rsidRPr="00F561AE">
        <w:t>Sb.</w:t>
      </w:r>
      <w:r w:rsidR="00F04838" w:rsidRPr="00F561AE">
        <w:t xml:space="preserve"> (vodní zákon). </w:t>
      </w:r>
      <w:r w:rsidRPr="00F561AE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F561AE" w:rsidRDefault="002E5B84" w:rsidP="007345FE">
      <w:pPr>
        <w:pStyle w:val="Text2-2"/>
        <w:ind w:left="1701" w:hanging="992"/>
      </w:pPr>
      <w:r w:rsidRPr="00F561AE">
        <w:t xml:space="preserve">V čl. </w:t>
      </w:r>
      <w:bookmarkStart w:id="33" w:name="_Hlk115953274"/>
      <w:r w:rsidRPr="00F561AE">
        <w:t xml:space="preserve">1.9.5.1 TKP, odst. 1, </w:t>
      </w:r>
      <w:bookmarkEnd w:id="33"/>
      <w:r w:rsidRPr="00F561AE">
        <w:t>písm. e) se mění lhůta z 21 dnů na 7 dnů.</w:t>
      </w:r>
    </w:p>
    <w:p w14:paraId="56F76875" w14:textId="77777777" w:rsidR="002E5B84" w:rsidRPr="00F561AE" w:rsidRDefault="002E5B84" w:rsidP="007345FE">
      <w:pPr>
        <w:pStyle w:val="Text2-2"/>
        <w:ind w:left="1701" w:hanging="992"/>
      </w:pPr>
      <w:r w:rsidRPr="00F561AE">
        <w:t>Čl. 1.9.5.1 TKP, odst. 3 se ruší.</w:t>
      </w:r>
    </w:p>
    <w:p w14:paraId="6C6F3129" w14:textId="77777777" w:rsidR="002E5B84" w:rsidRPr="00F561AE" w:rsidRDefault="002E5B84" w:rsidP="007345FE">
      <w:pPr>
        <w:pStyle w:val="Text2-2"/>
        <w:ind w:left="1701" w:hanging="992"/>
      </w:pPr>
      <w:r w:rsidRPr="00F561AE">
        <w:t>V čl. 1.10.5.2 TKP, odst. 3 se ruší text „… (zpravidla Stavební správa)“.</w:t>
      </w:r>
    </w:p>
    <w:p w14:paraId="00BDD7E0" w14:textId="77777777" w:rsidR="002E5B84" w:rsidRPr="00F561AE" w:rsidRDefault="002E5B84" w:rsidP="007345FE">
      <w:pPr>
        <w:pStyle w:val="Text2-2"/>
        <w:ind w:left="1701" w:hanging="992"/>
      </w:pPr>
      <w:r w:rsidRPr="00F561AE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F561AE" w:rsidRDefault="00DF7856" w:rsidP="007345FE">
      <w:pPr>
        <w:pStyle w:val="Text2-2"/>
        <w:ind w:left="1701" w:hanging="992"/>
      </w:pPr>
      <w:r w:rsidRPr="00F561AE">
        <w:t>Čl. 1.10.9.3 TKP, odst. 7 se ruší.</w:t>
      </w:r>
    </w:p>
    <w:p w14:paraId="001931A6" w14:textId="77777777" w:rsidR="00DF7856" w:rsidRPr="00F561AE" w:rsidRDefault="00DF7856" w:rsidP="007345FE">
      <w:pPr>
        <w:pStyle w:val="Text2-2"/>
        <w:ind w:left="1701" w:hanging="992"/>
      </w:pPr>
      <w:r w:rsidRPr="00F561AE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F561AE" w:rsidRDefault="00DF7856" w:rsidP="007345FE">
      <w:pPr>
        <w:pStyle w:val="Text2-2"/>
        <w:ind w:left="1701" w:hanging="992"/>
      </w:pPr>
      <w:r w:rsidRPr="00F561AE">
        <w:t>V čl. 1.11.3 TKP, odst. 4, písm. d) se mění počet 4 souprav závěrových tabulek na 3 soupravy závěrových tabulek.</w:t>
      </w:r>
    </w:p>
    <w:p w14:paraId="448E1D50" w14:textId="77777777" w:rsidR="002E5B84" w:rsidRPr="00F561AE" w:rsidRDefault="00DF7856" w:rsidP="007345FE">
      <w:pPr>
        <w:pStyle w:val="Text2-2"/>
        <w:ind w:left="1701" w:hanging="992"/>
      </w:pPr>
      <w:r w:rsidRPr="00F561AE">
        <w:t>V čl. 1.11.3 TKP, odst. 4, písm. e) se mění takto:</w:t>
      </w:r>
    </w:p>
    <w:p w14:paraId="1B075C28" w14:textId="77777777" w:rsidR="00DF7856" w:rsidRPr="00F561AE" w:rsidRDefault="00DF7856" w:rsidP="007345FE">
      <w:pPr>
        <w:pStyle w:val="Text2-2"/>
        <w:numPr>
          <w:ilvl w:val="0"/>
          <w:numId w:val="0"/>
        </w:numPr>
        <w:ind w:left="1701"/>
      </w:pPr>
      <w:r w:rsidRPr="00F561AE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F561AE" w:rsidRDefault="00DF7856" w:rsidP="007345FE">
      <w:pPr>
        <w:pStyle w:val="Text2-2"/>
        <w:ind w:left="1701" w:hanging="992"/>
      </w:pPr>
      <w:r w:rsidRPr="00F561AE">
        <w:t>V čl. 1.11.3 TKP, odst. 5, se mění lhůta z 45 dnů na 15 dnů.</w:t>
      </w:r>
    </w:p>
    <w:p w14:paraId="0704B5B7" w14:textId="77777777" w:rsidR="00DF7856" w:rsidRPr="00F561AE" w:rsidRDefault="00DF7856" w:rsidP="007345FE">
      <w:pPr>
        <w:pStyle w:val="Text2-2"/>
        <w:ind w:left="1701" w:hanging="992"/>
      </w:pPr>
      <w:r w:rsidRPr="00F561AE">
        <w:t xml:space="preserve">V čl. 1.11.5 TKP, odst. 2 se vypouští text: </w:t>
      </w:r>
      <w:bookmarkStart w:id="34" w:name="_Hlk115869021"/>
      <w:r w:rsidRPr="00F561AE">
        <w:t>„…</w:t>
      </w:r>
      <w:bookmarkEnd w:id="34"/>
      <w:r w:rsidRPr="00F561AE">
        <w:t>a v podrobnostech směrnice SŽ SM011“</w:t>
      </w:r>
    </w:p>
    <w:p w14:paraId="5ABBE8F9" w14:textId="77777777" w:rsidR="00DF7856" w:rsidRPr="00F561AE" w:rsidRDefault="00DF7856" w:rsidP="007345FE">
      <w:pPr>
        <w:pStyle w:val="Text2-2"/>
        <w:ind w:left="1701" w:hanging="992"/>
      </w:pPr>
      <w:r w:rsidRPr="00F561AE">
        <w:t>Čl. 1.11.5.1 TKP, odst. 3 se mění takto:</w:t>
      </w:r>
    </w:p>
    <w:p w14:paraId="75E57AD6" w14:textId="7C84362D" w:rsidR="00DF7856" w:rsidRPr="00F561AE" w:rsidRDefault="00DF7856" w:rsidP="007345FE">
      <w:pPr>
        <w:pStyle w:val="Text2-2"/>
        <w:numPr>
          <w:ilvl w:val="0"/>
          <w:numId w:val="0"/>
        </w:numPr>
        <w:ind w:left="1701"/>
      </w:pPr>
      <w:r w:rsidRPr="00F561AE">
        <w:t xml:space="preserve">Předání Dokumentace skutečného provedení stavby týkající se díla Zhotovitelem Objednateli proběhne </w:t>
      </w:r>
      <w:r w:rsidRPr="00F561AE">
        <w:rPr>
          <w:b/>
        </w:rPr>
        <w:t>v listinné podobě ve třech vyhotoveních</w:t>
      </w:r>
      <w:r w:rsidRPr="00F561AE">
        <w:t xml:space="preserve"> pro technickou část, pro souborné zpracování geodetické části a kompletní </w:t>
      </w:r>
      <w:r w:rsidRPr="00F561AE">
        <w:rPr>
          <w:b/>
        </w:rPr>
        <w:t>dokumentace v elektronické podobě v rozsahu dle čl. 4.1.</w:t>
      </w:r>
      <w:r w:rsidR="001456A2" w:rsidRPr="00F561AE">
        <w:rPr>
          <w:b/>
        </w:rPr>
        <w:t>2.</w:t>
      </w:r>
      <w:r w:rsidRPr="00F561AE">
        <w:rPr>
          <w:b/>
        </w:rPr>
        <w:t>30</w:t>
      </w:r>
      <w:r w:rsidR="00C4162B" w:rsidRPr="00F561AE">
        <w:rPr>
          <w:b/>
        </w:rPr>
        <w:t xml:space="preserve"> </w:t>
      </w:r>
      <w:r w:rsidRPr="00F561AE">
        <w:rPr>
          <w:b/>
        </w:rPr>
        <w:t>těchto ZTP</w:t>
      </w:r>
      <w:r w:rsidRPr="00F561AE">
        <w:t xml:space="preserve">, </w:t>
      </w:r>
      <w:r w:rsidR="005D336A" w:rsidRPr="00F561AE">
        <w:t>a to nejpozději ke dni dokončení Díla (viz bod 5.1.1 ZTP)</w:t>
      </w:r>
      <w:r w:rsidRPr="00F561AE">
        <w:t>.</w:t>
      </w:r>
    </w:p>
    <w:p w14:paraId="2A6C8E15" w14:textId="77777777" w:rsidR="004C1240" w:rsidRPr="00F561AE" w:rsidRDefault="004C1240" w:rsidP="007345FE">
      <w:pPr>
        <w:pStyle w:val="Text2-2"/>
        <w:ind w:left="1701" w:hanging="992"/>
      </w:pPr>
      <w:r w:rsidRPr="00F561AE">
        <w:t>Čl. 1.11.5.1 TKP, odst. 4 se ruší.</w:t>
      </w:r>
    </w:p>
    <w:p w14:paraId="21938E47" w14:textId="77777777" w:rsidR="004C1240" w:rsidRPr="00F561AE" w:rsidRDefault="004C1240" w:rsidP="007345FE">
      <w:pPr>
        <w:pStyle w:val="Text2-2"/>
        <w:ind w:left="1701" w:hanging="992"/>
      </w:pPr>
      <w:r w:rsidRPr="00F561AE">
        <w:t>Čl. 1.11.5.1 TKP, odst. 5 se ruší.</w:t>
      </w:r>
    </w:p>
    <w:p w14:paraId="34C5FAAF" w14:textId="77777777" w:rsidR="004C1240" w:rsidRPr="00F561AE" w:rsidRDefault="004C1240" w:rsidP="007345FE">
      <w:pPr>
        <w:pStyle w:val="Text2-2"/>
        <w:ind w:left="1701" w:hanging="992"/>
      </w:pPr>
      <w:r w:rsidRPr="00F561AE">
        <w:t>ČL 1.11.5.1 TKP, odst. 6 se mění takto:</w:t>
      </w:r>
    </w:p>
    <w:p w14:paraId="2A2ECA97" w14:textId="77777777" w:rsidR="004C1240" w:rsidRPr="00F561AE" w:rsidRDefault="004C1240" w:rsidP="00DE3429">
      <w:pPr>
        <w:pStyle w:val="Text2-2"/>
        <w:numPr>
          <w:ilvl w:val="0"/>
          <w:numId w:val="0"/>
        </w:numPr>
        <w:ind w:left="1701"/>
      </w:pPr>
      <w:r w:rsidRPr="00F561AE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F561A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561AE">
        <w:t>kompletní dokumentace stavby v otevřené formě</w:t>
      </w:r>
    </w:p>
    <w:p w14:paraId="19A3DA3F" w14:textId="7E66C78D" w:rsidR="004C1240" w:rsidRPr="00F561A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F561AE">
        <w:t>kompletní dokumentace stavby v uzavřené formě</w:t>
      </w:r>
    </w:p>
    <w:p w14:paraId="744A9FA1" w14:textId="77777777" w:rsidR="00E05363" w:rsidRPr="00F561AE" w:rsidRDefault="00E05363" w:rsidP="007345FE">
      <w:pPr>
        <w:pStyle w:val="Text2-2"/>
        <w:ind w:left="1701" w:hanging="992"/>
      </w:pPr>
      <w:r w:rsidRPr="00F561AE">
        <w:t>V čl. 1.11.5.1 TKP, odst. 7 se ruší text: „…*.XML (datový předpis XDC)“.</w:t>
      </w:r>
    </w:p>
    <w:p w14:paraId="6DDAD84D" w14:textId="77777777" w:rsidR="00735BE7" w:rsidRPr="00F561AE" w:rsidRDefault="00735BE7" w:rsidP="007345FE">
      <w:pPr>
        <w:pStyle w:val="Text2-1"/>
        <w:ind w:left="1701" w:hanging="992"/>
        <w:rPr>
          <w:b/>
        </w:rPr>
      </w:pPr>
      <w:r w:rsidRPr="00F561AE">
        <w:t xml:space="preserve">Pokud obsahují TKP odvolání na ustanovení VTP, tyto se ruší a </w:t>
      </w:r>
      <w:r w:rsidRPr="00F561AE">
        <w:rPr>
          <w:b/>
        </w:rPr>
        <w:t>platí TKP, nebo doplňující ustanovení jsou-li v ZTP uvedena.</w:t>
      </w:r>
    </w:p>
    <w:p w14:paraId="7FA8E2B4" w14:textId="3E9CE66C" w:rsidR="00735F5B" w:rsidRPr="00F561AE" w:rsidRDefault="00735F5B" w:rsidP="007345FE">
      <w:pPr>
        <w:pStyle w:val="Text2-2"/>
        <w:ind w:left="1701" w:hanging="992"/>
      </w:pPr>
      <w:r w:rsidRPr="00F561AE">
        <w:lastRenderedPageBreak/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F561AE">
        <w:t>,</w:t>
      </w:r>
      <w:r w:rsidR="005D336A" w:rsidRPr="00F561AE">
        <w:t xml:space="preserve"> a to v souladu s bodem 5.1.1 </w:t>
      </w:r>
      <w:r w:rsidR="00BE06E2" w:rsidRPr="00F561AE">
        <w:t xml:space="preserve">těchto </w:t>
      </w:r>
      <w:r w:rsidR="008A19E2" w:rsidRPr="00F561AE">
        <w:t>ZTP.</w:t>
      </w:r>
    </w:p>
    <w:p w14:paraId="4A5A2314" w14:textId="77777777" w:rsidR="00735F5B" w:rsidRPr="00F561AE" w:rsidRDefault="00735F5B" w:rsidP="007345FE">
      <w:pPr>
        <w:pStyle w:val="Text2-2"/>
        <w:ind w:left="1701" w:hanging="992"/>
      </w:pPr>
      <w:r w:rsidRPr="00F561AE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F561AE" w:rsidRDefault="00D21E77" w:rsidP="007345FE">
      <w:pPr>
        <w:pStyle w:val="Text2-2"/>
        <w:ind w:left="1701" w:hanging="992"/>
      </w:pPr>
      <w:r w:rsidRPr="00F561AE">
        <w:t>P</w:t>
      </w:r>
      <w:r w:rsidR="00735F5B" w:rsidRPr="00F561AE">
        <w:t xml:space="preserve">rovedení </w:t>
      </w:r>
      <w:r w:rsidR="00735F5B" w:rsidRPr="00F561AE">
        <w:rPr>
          <w:b/>
        </w:rPr>
        <w:t xml:space="preserve">kontrolní zkoušky </w:t>
      </w:r>
      <w:r w:rsidR="00735F5B" w:rsidRPr="00F561AE">
        <w:t>zařízení</w:t>
      </w:r>
      <w:r w:rsidRPr="00F561AE">
        <w:t xml:space="preserve"> elektro</w:t>
      </w:r>
      <w:r w:rsidR="00735F5B" w:rsidRPr="00F561AE">
        <w:t xml:space="preserve"> </w:t>
      </w:r>
      <w:bookmarkStart w:id="35" w:name="_Hlk120195602"/>
      <w:r w:rsidR="00735F5B" w:rsidRPr="00F561AE">
        <w:t xml:space="preserve">(trakčního vedení, napájecí a spínací stanice, distribuční transformovny, EPZ) </w:t>
      </w:r>
      <w:bookmarkEnd w:id="35"/>
      <w:r w:rsidR="00735F5B" w:rsidRPr="00F561AE">
        <w:rPr>
          <w:b/>
        </w:rPr>
        <w:t>vyžaduje Objednatel v širším rozsahu, než je uvedeno v příslušných TKP.</w:t>
      </w:r>
      <w:r w:rsidR="00735F5B" w:rsidRPr="00F561AE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F561AE" w:rsidRDefault="00735F5B" w:rsidP="007345FE">
      <w:pPr>
        <w:pStyle w:val="Text2-2"/>
        <w:ind w:left="1701" w:hanging="992"/>
      </w:pPr>
      <w:r w:rsidRPr="00F561AE">
        <w:t>Kontroly a zkoušky rozvoden před uvedením do zkušebního provozu (pod napětím)</w:t>
      </w:r>
    </w:p>
    <w:p w14:paraId="382260A3" w14:textId="77777777" w:rsidR="00AF4A42" w:rsidRPr="00F561AE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Kontroly a zkoušky TV:</w:t>
      </w:r>
    </w:p>
    <w:p w14:paraId="19E221E3" w14:textId="77777777" w:rsidR="00AD75BB" w:rsidRPr="00F561AE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F561AE">
        <w:rPr>
          <w:sz w:val="18"/>
          <w:szCs w:val="18"/>
        </w:rPr>
        <w:t>technicko-bezpečnostních</w:t>
      </w:r>
      <w:proofErr w:type="spellEnd"/>
      <w:r w:rsidRPr="00F561AE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F561AE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 xml:space="preserve">Součástí </w:t>
      </w:r>
      <w:proofErr w:type="spellStart"/>
      <w:r w:rsidRPr="00F561AE">
        <w:rPr>
          <w:sz w:val="18"/>
          <w:szCs w:val="18"/>
        </w:rPr>
        <w:t>technicko-bezpečnostních</w:t>
      </w:r>
      <w:proofErr w:type="spellEnd"/>
      <w:r w:rsidRPr="00F561AE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F561AE" w:rsidRDefault="00AD75BB" w:rsidP="007345FE">
      <w:pPr>
        <w:pStyle w:val="Text2-2"/>
        <w:ind w:left="1701" w:hanging="992"/>
      </w:pPr>
      <w:r w:rsidRPr="00F561AE">
        <w:rPr>
          <w:b/>
        </w:rPr>
        <w:t>K činnostem Zhotovitele v rámci plnění SOD</w:t>
      </w:r>
      <w:r w:rsidRPr="00F561AE">
        <w:t xml:space="preserve"> mimo jiné také patří:</w:t>
      </w:r>
    </w:p>
    <w:p w14:paraId="7B1350E1" w14:textId="77777777" w:rsidR="00796FF0" w:rsidRPr="00F561AE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zpracování koordinačních schémat ukolejnění a trakčních propojek (</w:t>
      </w:r>
      <w:proofErr w:type="spellStart"/>
      <w:r w:rsidRPr="00F561AE">
        <w:rPr>
          <w:sz w:val="18"/>
          <w:szCs w:val="18"/>
        </w:rPr>
        <w:t>KSUaTP</w:t>
      </w:r>
      <w:proofErr w:type="spellEnd"/>
      <w:r w:rsidRPr="00F561AE">
        <w:rPr>
          <w:sz w:val="18"/>
          <w:szCs w:val="18"/>
        </w:rPr>
        <w:t>) pro jednotlivé stavební postupy,</w:t>
      </w:r>
    </w:p>
    <w:p w14:paraId="6E661C3A" w14:textId="77777777" w:rsidR="009358DC" w:rsidRPr="00F561AE" w:rsidRDefault="009358DC" w:rsidP="007345FE">
      <w:pPr>
        <w:pStyle w:val="Text2-2"/>
        <w:ind w:left="1701" w:hanging="992"/>
      </w:pPr>
      <w:r w:rsidRPr="00F561AE">
        <w:t>Zhotovitel je povinen zajistit veřejnoprávní projednání a vydání potřebných rozhodnutí, povolení, souhlasů a jiných opatření</w:t>
      </w:r>
      <w:r w:rsidR="00223CF2" w:rsidRPr="00F561AE">
        <w:t>, nad rámec rozhodnutí, povolení, souhlasů zajištěných Objednatelem.</w:t>
      </w:r>
      <w:r w:rsidRPr="00F561AE">
        <w:t xml:space="preserve"> Zejména se jedná o:</w:t>
      </w:r>
    </w:p>
    <w:p w14:paraId="1C177817" w14:textId="77777777" w:rsidR="009358DC" w:rsidRPr="00F561A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F561A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F561AE" w:rsidRDefault="00223CF2" w:rsidP="007345FE">
      <w:pPr>
        <w:pStyle w:val="Text2-2"/>
        <w:ind w:left="1701" w:hanging="992"/>
      </w:pPr>
      <w:r w:rsidRPr="00F561AE">
        <w:rPr>
          <w:b/>
        </w:rPr>
        <w:t>U majetkoprávního vypořádání s ČD</w:t>
      </w:r>
      <w:r w:rsidRPr="00F561AE">
        <w:t xml:space="preserve"> se Zhotovitel zavazuje respektovat aktuální stav a postupy vypořádání v rámci </w:t>
      </w:r>
      <w:r w:rsidRPr="00F561AE">
        <w:rPr>
          <w:b/>
        </w:rPr>
        <w:t>UMVŽST.</w:t>
      </w:r>
    </w:p>
    <w:p w14:paraId="49430CA2" w14:textId="77777777" w:rsidR="009358DC" w:rsidRPr="00F561AE" w:rsidRDefault="009358DC" w:rsidP="007345FE">
      <w:pPr>
        <w:pStyle w:val="Text2-2"/>
        <w:ind w:left="1701" w:hanging="992"/>
      </w:pPr>
      <w:r w:rsidRPr="00F561AE">
        <w:t xml:space="preserve">Veškeré pracovní postupy nutné ke zhotovení Díla a odstraňování jeho vad, se Zhotovitel zavazuje provádět tak, aby bez řádného projednání s vlastníky </w:t>
      </w:r>
      <w:r w:rsidRPr="00F561AE">
        <w:rPr>
          <w:b/>
        </w:rPr>
        <w:t>nezasahovaly do majetku a práv třetích osob.</w:t>
      </w:r>
    </w:p>
    <w:p w14:paraId="2C486EC1" w14:textId="77777777" w:rsidR="00065260" w:rsidRPr="00F561AE" w:rsidRDefault="00065260" w:rsidP="007345FE">
      <w:pPr>
        <w:pStyle w:val="Text2-2"/>
        <w:ind w:left="1701" w:hanging="992"/>
      </w:pPr>
      <w:r w:rsidRPr="00F561AE">
        <w:lastRenderedPageBreak/>
        <w:t xml:space="preserve">Pokud je </w:t>
      </w:r>
      <w:r w:rsidRPr="00F561AE">
        <w:rPr>
          <w:b/>
        </w:rPr>
        <w:t>podzemní vedení</w:t>
      </w:r>
      <w:r w:rsidRPr="00F561AE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F561AE" w:rsidRDefault="00C711EA" w:rsidP="007345FE">
      <w:pPr>
        <w:pStyle w:val="Text2-2"/>
        <w:ind w:left="1701" w:hanging="992"/>
      </w:pPr>
      <w:r w:rsidRPr="00F561AE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F561AE" w:rsidRDefault="00C711EA" w:rsidP="007345FE">
      <w:pPr>
        <w:pStyle w:val="Text2-2"/>
        <w:ind w:left="1701" w:hanging="992"/>
      </w:pPr>
      <w:r w:rsidRPr="00F561AE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F561AE" w:rsidRDefault="00C711EA" w:rsidP="007345FE">
      <w:pPr>
        <w:pStyle w:val="Text2-2"/>
        <w:ind w:left="1701" w:hanging="992"/>
        <w:rPr>
          <w:b/>
        </w:rPr>
      </w:pPr>
      <w:r w:rsidRPr="00F561AE">
        <w:t xml:space="preserve">Zhotovitel se zavazuje nejméně 5 dní před zahájením příslušné činnosti oznámit TDS a projednat s příslušným vlastníkem (správcem) </w:t>
      </w:r>
      <w:r w:rsidRPr="00F561AE">
        <w:rPr>
          <w:b/>
        </w:rPr>
        <w:t>zásahy do jeho provozovaného zařízení technické infrastruktury.</w:t>
      </w:r>
    </w:p>
    <w:p w14:paraId="2773B784" w14:textId="77777777" w:rsidR="00E95BF0" w:rsidRPr="00F561AE" w:rsidRDefault="00DD10A4" w:rsidP="007345FE">
      <w:pPr>
        <w:pStyle w:val="Text2-2"/>
        <w:ind w:left="1701" w:hanging="992"/>
      </w:pPr>
      <w:r w:rsidRPr="00F561AE">
        <w:t xml:space="preserve">V případě plánované výluky (vypnutí) </w:t>
      </w:r>
      <w:r w:rsidRPr="00F561AE">
        <w:rPr>
          <w:b/>
        </w:rPr>
        <w:t>přejezdového zabezpečovacího zařízení,</w:t>
      </w:r>
      <w:r w:rsidRPr="00F561AE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F561AE" w:rsidRDefault="00DD10A4" w:rsidP="007345FE">
      <w:pPr>
        <w:pStyle w:val="Text2-2"/>
        <w:ind w:left="1701" w:hanging="992"/>
      </w:pPr>
      <w:r w:rsidRPr="00F561AE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561AE" w:rsidRDefault="00F72FDF" w:rsidP="007345FE">
      <w:pPr>
        <w:pStyle w:val="Text2-2"/>
        <w:ind w:left="1701" w:hanging="992"/>
      </w:pPr>
      <w:r w:rsidRPr="00F561AE">
        <w:rPr>
          <w:b/>
        </w:rPr>
        <w:t>Změny během výstavby</w:t>
      </w:r>
      <w:r w:rsidRPr="00F561AE">
        <w:t>,</w:t>
      </w:r>
      <w:r w:rsidR="00324E85" w:rsidRPr="00F561AE">
        <w:t xml:space="preserve"> musí být</w:t>
      </w:r>
      <w:r w:rsidR="00D47647" w:rsidRPr="00F561AE">
        <w:t xml:space="preserve"> řešeny</w:t>
      </w:r>
      <w:r w:rsidR="00857CC5" w:rsidRPr="00F561AE">
        <w:t xml:space="preserve"> </w:t>
      </w:r>
      <w:r w:rsidR="008F6AC2" w:rsidRPr="00F561AE">
        <w:t>a zpracovány</w:t>
      </w:r>
      <w:r w:rsidR="00D47647" w:rsidRPr="00F561AE">
        <w:t xml:space="preserve"> </w:t>
      </w:r>
      <w:r w:rsidR="001401D5" w:rsidRPr="00F561AE">
        <w:t xml:space="preserve">podle </w:t>
      </w:r>
      <w:r w:rsidR="00D47647" w:rsidRPr="00F561AE">
        <w:t>směrnic</w:t>
      </w:r>
      <w:r w:rsidR="001401D5" w:rsidRPr="00F561AE">
        <w:t>e</w:t>
      </w:r>
      <w:r w:rsidR="00F8680A" w:rsidRPr="00F561AE">
        <w:t xml:space="preserve"> </w:t>
      </w:r>
      <w:r w:rsidR="00D47647" w:rsidRPr="00F561AE">
        <w:t>SŽ SM105</w:t>
      </w:r>
      <w:r w:rsidR="00757E4D" w:rsidRPr="00F561AE">
        <w:t>.</w:t>
      </w:r>
      <w:r w:rsidR="00857CC5" w:rsidRPr="00F561AE">
        <w:t xml:space="preserve"> </w:t>
      </w:r>
    </w:p>
    <w:p w14:paraId="14105346" w14:textId="77777777" w:rsidR="00744694" w:rsidRPr="00F561AE" w:rsidRDefault="00744694" w:rsidP="007345FE">
      <w:pPr>
        <w:pStyle w:val="Text2-2"/>
        <w:ind w:left="1701" w:hanging="992"/>
        <w:rPr>
          <w:bCs/>
        </w:rPr>
      </w:pPr>
      <w:r w:rsidRPr="00F561AE">
        <w:t xml:space="preserve">Pro přesnou </w:t>
      </w:r>
      <w:r w:rsidRPr="00F561AE">
        <w:rPr>
          <w:b/>
        </w:rPr>
        <w:t>identifikaci podzemních sítí,</w:t>
      </w:r>
      <w:r w:rsidRPr="00F561AE">
        <w:t xml:space="preserve"> metalických a optických kabelů, kanalizace, vody a plynu budou použity </w:t>
      </w:r>
      <w:r w:rsidRPr="00F561AE">
        <w:rPr>
          <w:b/>
          <w:bCs/>
        </w:rPr>
        <w:t>RFID markery</w:t>
      </w:r>
      <w:r w:rsidRPr="00F561AE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F561AE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 xml:space="preserve">Silová </w:t>
      </w:r>
      <w:r w:rsidRPr="00F561AE">
        <w:rPr>
          <w:b/>
          <w:sz w:val="18"/>
          <w:szCs w:val="18"/>
        </w:rPr>
        <w:t>zařízení a kabely</w:t>
      </w:r>
      <w:r w:rsidRPr="00F561AE">
        <w:rPr>
          <w:sz w:val="18"/>
          <w:szCs w:val="18"/>
        </w:rPr>
        <w:t xml:space="preserve"> (včetně kabelů určených k napájení zabezpečovacích zařízení) – </w:t>
      </w:r>
      <w:r w:rsidRPr="00F561AE">
        <w:rPr>
          <w:b/>
          <w:sz w:val="18"/>
          <w:szCs w:val="18"/>
        </w:rPr>
        <w:t>červený marker</w:t>
      </w:r>
      <w:r w:rsidRPr="00F561AE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F561AE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F561AE">
        <w:t>Rozvody</w:t>
      </w:r>
      <w:r w:rsidRPr="00F561AE">
        <w:rPr>
          <w:b/>
        </w:rPr>
        <w:t xml:space="preserve"> vody a jejich zařízení – modrý marker</w:t>
      </w:r>
      <w:r w:rsidRPr="00F561AE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F561AE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F561AE">
        <w:t>Rozvody</w:t>
      </w:r>
      <w:r w:rsidRPr="00F561AE">
        <w:rPr>
          <w:b/>
        </w:rPr>
        <w:t xml:space="preserve"> plynu a jejich zařízení – žlutý marker</w:t>
      </w:r>
      <w:r w:rsidRPr="00F561AE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F561AE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F561AE">
        <w:rPr>
          <w:b/>
        </w:rPr>
        <w:t>Sdělovací zařízení a kabely – oranžový marker</w:t>
      </w:r>
      <w:r w:rsidRPr="00F561AE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F561A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b/>
          <w:sz w:val="18"/>
          <w:szCs w:val="18"/>
        </w:rPr>
        <w:lastRenderedPageBreak/>
        <w:t>Zabezpečovací zařízení – fialový marker</w:t>
      </w:r>
      <w:r w:rsidRPr="00F561AE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F561AE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F561AE">
        <w:rPr>
          <w:b/>
          <w:bCs/>
        </w:rPr>
        <w:t>Odpadní</w:t>
      </w:r>
      <w:r w:rsidRPr="00F561AE">
        <w:rPr>
          <w:b/>
        </w:rPr>
        <w:t xml:space="preserve"> voda – zelený marker</w:t>
      </w:r>
      <w:r w:rsidRPr="00F561AE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F561AE" w:rsidRDefault="00FD0503" w:rsidP="007345FE">
      <w:pPr>
        <w:pStyle w:val="Text2-2"/>
        <w:ind w:left="1701" w:hanging="992"/>
      </w:pPr>
      <w:r w:rsidRPr="00F561AE">
        <w:t>Označníky je nutno k uloženým kabelům, potrubím a podzemním zařízením pevně upevňovat (např. plastovou vázací páskou).</w:t>
      </w:r>
    </w:p>
    <w:p w14:paraId="4E4E79CD" w14:textId="77777777" w:rsidR="00FD0503" w:rsidRPr="00F561AE" w:rsidRDefault="00FD0503" w:rsidP="007345FE">
      <w:pPr>
        <w:pStyle w:val="Text2-2"/>
        <w:ind w:left="1701" w:hanging="992"/>
      </w:pPr>
      <w:r w:rsidRPr="00F561AE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F561AE" w:rsidRDefault="00FD0503" w:rsidP="007345FE">
      <w:pPr>
        <w:pStyle w:val="Text2-2"/>
        <w:ind w:left="1701" w:hanging="992"/>
      </w:pPr>
      <w:r w:rsidRPr="00F561AE">
        <w:t>U složek, které nemají žádnou elektronickou databázi, se bude tato informace zadávat ve stejném znění do dokumentace.</w:t>
      </w:r>
    </w:p>
    <w:p w14:paraId="25A7416C" w14:textId="77777777" w:rsidR="00FD0503" w:rsidRPr="00F561AE" w:rsidRDefault="00FD0503" w:rsidP="007345FE">
      <w:pPr>
        <w:pStyle w:val="Text2-2"/>
        <w:ind w:left="1701" w:hanging="992"/>
      </w:pPr>
      <w:r w:rsidRPr="00F561AE">
        <w:t>Informace o použití markerů bude zaznamenaná do DSPS.</w:t>
      </w:r>
    </w:p>
    <w:p w14:paraId="1C859E22" w14:textId="77777777" w:rsidR="00FD0503" w:rsidRPr="00F561AE" w:rsidRDefault="00FD0503" w:rsidP="007345FE">
      <w:pPr>
        <w:pStyle w:val="Text2-2"/>
        <w:ind w:left="1701" w:hanging="992"/>
      </w:pPr>
      <w:r w:rsidRPr="00F561AE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F561AE" w:rsidRDefault="00FD0503" w:rsidP="007345FE">
      <w:pPr>
        <w:pStyle w:val="Text2-2"/>
        <w:ind w:left="1701" w:hanging="992"/>
      </w:pPr>
      <w:r w:rsidRPr="00F561AE">
        <w:rPr>
          <w:b/>
        </w:rPr>
        <w:t xml:space="preserve">V </w:t>
      </w:r>
      <w:r w:rsidR="000C3375" w:rsidRPr="00F561AE">
        <w:rPr>
          <w:b/>
        </w:rPr>
        <w:t>dokumentaci skutečného provedení stavby (</w:t>
      </w:r>
      <w:r w:rsidRPr="00F561AE">
        <w:rPr>
          <w:b/>
        </w:rPr>
        <w:t>DSPS</w:t>
      </w:r>
      <w:r w:rsidR="000C3375" w:rsidRPr="00F561AE">
        <w:rPr>
          <w:b/>
        </w:rPr>
        <w:t>)</w:t>
      </w:r>
      <w:r w:rsidRPr="00F561AE">
        <w:rPr>
          <w:b/>
        </w:rPr>
        <w:t xml:space="preserve"> </w:t>
      </w:r>
      <w:r w:rsidRPr="00F561AE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F561AE" w:rsidRDefault="000C3375" w:rsidP="007345FE">
      <w:pPr>
        <w:pStyle w:val="Text2-2"/>
        <w:ind w:left="1701" w:hanging="992"/>
      </w:pPr>
      <w:r w:rsidRPr="00F561AE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F561AE" w:rsidRDefault="00FD0503" w:rsidP="007345FE">
      <w:pPr>
        <w:pStyle w:val="Text2-2"/>
        <w:ind w:left="1701" w:hanging="992"/>
      </w:pPr>
      <w:r w:rsidRPr="00F561AE">
        <w:rPr>
          <w:b/>
        </w:rPr>
        <w:t>Souborné zpracování geodetické části DSPS</w:t>
      </w:r>
      <w:r w:rsidRPr="00F561AE">
        <w:t xml:space="preserve"> bude předáno Objednateli v listinné a elektronické podobě v tomto členění:</w:t>
      </w:r>
    </w:p>
    <w:p w14:paraId="04895C1A" w14:textId="77777777" w:rsidR="00FD0503" w:rsidRPr="00F561AE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F561AE">
        <w:t>Technická zpráva a Předávací protokol (ve formátu *.pdf),</w:t>
      </w:r>
    </w:p>
    <w:p w14:paraId="249EF484" w14:textId="77777777" w:rsidR="00FD0503" w:rsidRPr="00F561A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F561A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Elaborát bodového pole:</w:t>
      </w:r>
    </w:p>
    <w:p w14:paraId="6F29101D" w14:textId="77777777" w:rsidR="00FD0503" w:rsidRPr="00F561AE" w:rsidRDefault="00FD0503" w:rsidP="00DE3429">
      <w:pPr>
        <w:pStyle w:val="Text2-2"/>
        <w:numPr>
          <w:ilvl w:val="5"/>
          <w:numId w:val="14"/>
        </w:numPr>
        <w:ind w:firstLine="142"/>
      </w:pPr>
      <w:r w:rsidRPr="00F561AE">
        <w:t>dokumentace po stavbě předaného ŽBP do správy SŽG, zřízeného v souladu Metodickým pokynem SŽDC M20/MP007</w:t>
      </w:r>
      <w:r w:rsidR="007F5DDD" w:rsidRPr="00F561AE">
        <w:t xml:space="preserve"> Železniční bodové pole </w:t>
      </w:r>
      <w:r w:rsidRPr="00F561AE">
        <w:t>(způsob stabilizace, měření, zpracování, obsah dokumentace),</w:t>
      </w:r>
    </w:p>
    <w:p w14:paraId="155C17CF" w14:textId="77777777" w:rsidR="00FD0503" w:rsidRPr="00F561AE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F561AE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F561A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F561AE">
        <w:t>Seznamy souřadnic podrobných bodů (ve formátu *.txt):</w:t>
      </w:r>
    </w:p>
    <w:p w14:paraId="62DB22EE" w14:textId="77777777" w:rsidR="00252A5C" w:rsidRPr="00F561AE" w:rsidRDefault="00252A5C" w:rsidP="00DE3429">
      <w:pPr>
        <w:pStyle w:val="Text2-2"/>
        <w:numPr>
          <w:ilvl w:val="5"/>
          <w:numId w:val="14"/>
        </w:numPr>
        <w:ind w:firstLine="142"/>
      </w:pPr>
      <w:r w:rsidRPr="00F561AE">
        <w:t xml:space="preserve">Seznam souřadnic, výšek a charakteristik bodů (třída přesnosti, popis bodu, datum zaměření, dodavatel zaměření) k výkresu geodetického zaměření </w:t>
      </w:r>
      <w:r w:rsidRPr="00F561AE">
        <w:lastRenderedPageBreak/>
        <w:t>skutečného provedení stavby, který bude odpovídat Metodickému pokynu SŽ M20/MP010</w:t>
      </w:r>
      <w:r w:rsidR="007F5DDD" w:rsidRPr="00F561AE">
        <w:t xml:space="preserve"> Účelová železniční mapa velkého měřítka.</w:t>
      </w:r>
    </w:p>
    <w:p w14:paraId="0BD7FE86" w14:textId="77777777" w:rsidR="00FD0503" w:rsidRPr="00F561AE" w:rsidRDefault="00252A5C" w:rsidP="00DE3429">
      <w:pPr>
        <w:pStyle w:val="Text2-2"/>
        <w:numPr>
          <w:ilvl w:val="5"/>
          <w:numId w:val="14"/>
        </w:numPr>
        <w:ind w:firstLine="142"/>
      </w:pPr>
      <w:r w:rsidRPr="00F561AE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F561AE" w:rsidRDefault="00252A5C" w:rsidP="00DE3429">
      <w:pPr>
        <w:pStyle w:val="Text2-2"/>
        <w:numPr>
          <w:ilvl w:val="5"/>
          <w:numId w:val="14"/>
        </w:numPr>
        <w:ind w:firstLine="142"/>
      </w:pPr>
      <w:r w:rsidRPr="00F561AE">
        <w:t>Seznam souřadnic bodů ŽBP nebo dalších výchozích bodů použitých pro zaměření skutečného provedení stavby.</w:t>
      </w:r>
    </w:p>
    <w:p w14:paraId="1829CD52" w14:textId="77777777" w:rsidR="00FD0503" w:rsidRPr="00F561A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F561AE">
        <w:t>Výkresové soubory (ve formátu *.dgn). Název souboru musí začínat „DSPS_PVS_, KN_, NH_, PS_ nebo SO_“:</w:t>
      </w:r>
    </w:p>
    <w:p w14:paraId="16B6725F" w14:textId="77777777" w:rsidR="00443D42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>Výkres v M 1:1000 se zákresem platné mapy KN,</w:t>
      </w:r>
    </w:p>
    <w:p w14:paraId="52AE6075" w14:textId="77777777" w:rsidR="00443D42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>Výkres v M 1:1000 se zákresem nové hranice ČD, SŽ po stavbě.</w:t>
      </w:r>
    </w:p>
    <w:p w14:paraId="06B758E6" w14:textId="77777777" w:rsidR="00443D42" w:rsidRPr="00F561AE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F561AE">
        <w:t>Předané geodetické části DSPS jednotlivých PS a SO</w:t>
      </w:r>
    </w:p>
    <w:p w14:paraId="42DA34B7" w14:textId="77777777" w:rsidR="00443D42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>Seznam čísel a názvů PS a SO s uvedením zhotovitele geodetické části DSPS jednotlivých PS a SO (ve formátu *.xlsx),</w:t>
      </w:r>
    </w:p>
    <w:p w14:paraId="48251D0F" w14:textId="77777777" w:rsidR="006C0E7C" w:rsidRPr="00F561AE" w:rsidRDefault="00443D42" w:rsidP="00DE3429">
      <w:pPr>
        <w:pStyle w:val="Text2-2"/>
        <w:numPr>
          <w:ilvl w:val="5"/>
          <w:numId w:val="14"/>
        </w:numPr>
        <w:ind w:firstLine="142"/>
      </w:pPr>
      <w:r w:rsidRPr="00F561AE">
        <w:t>TZ k jednotlivým PS a SO (ve formátu *.pdf),</w:t>
      </w:r>
    </w:p>
    <w:p w14:paraId="52D8945A" w14:textId="77777777" w:rsidR="0093323A" w:rsidRPr="00F561AE" w:rsidRDefault="0093323A" w:rsidP="00DE3429">
      <w:pPr>
        <w:pStyle w:val="Text2-2"/>
        <w:numPr>
          <w:ilvl w:val="5"/>
          <w:numId w:val="14"/>
        </w:numPr>
        <w:ind w:firstLine="142"/>
      </w:pPr>
      <w:r w:rsidRPr="00F561AE">
        <w:t>Seznam souřadnic, výšek a charakteristik podrobných bodů k jednotlivým SO a PS (ve formátu *.txt</w:t>
      </w:r>
      <w:r w:rsidR="007F5DDD" w:rsidRPr="00F561AE">
        <w:t>),</w:t>
      </w:r>
    </w:p>
    <w:p w14:paraId="59C01A9C" w14:textId="77777777" w:rsidR="0093323A" w:rsidRPr="00F561AE" w:rsidRDefault="0093323A" w:rsidP="00DE3429">
      <w:pPr>
        <w:pStyle w:val="Text2-2"/>
        <w:numPr>
          <w:ilvl w:val="5"/>
          <w:numId w:val="14"/>
        </w:numPr>
        <w:ind w:firstLine="142"/>
      </w:pPr>
      <w:r w:rsidRPr="00F561AE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F561AE" w:rsidRDefault="0093323A" w:rsidP="00DE3429">
      <w:pPr>
        <w:pStyle w:val="Text2-2"/>
        <w:numPr>
          <w:ilvl w:val="5"/>
          <w:numId w:val="14"/>
        </w:numPr>
        <w:ind w:firstLine="142"/>
      </w:pPr>
      <w:r w:rsidRPr="00F561AE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F561AE" w:rsidRDefault="005220AF" w:rsidP="00DE3429">
      <w:pPr>
        <w:pStyle w:val="Text2-2"/>
        <w:numPr>
          <w:ilvl w:val="5"/>
          <w:numId w:val="14"/>
        </w:numPr>
        <w:ind w:firstLine="142"/>
      </w:pPr>
      <w:r w:rsidRPr="00F561AE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F561AE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F561AE">
        <w:t>Geometrické plány</w:t>
      </w:r>
    </w:p>
    <w:p w14:paraId="2517EEEB" w14:textId="77777777" w:rsidR="005220AF" w:rsidRPr="00F561AE" w:rsidRDefault="005220AF" w:rsidP="00DE3429">
      <w:pPr>
        <w:pStyle w:val="Text2-2"/>
        <w:numPr>
          <w:ilvl w:val="5"/>
          <w:numId w:val="14"/>
        </w:numPr>
        <w:ind w:firstLine="142"/>
      </w:pPr>
      <w:r w:rsidRPr="00F561AE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F561AE" w:rsidRDefault="005220AF" w:rsidP="00DE3429">
      <w:pPr>
        <w:pStyle w:val="Text2-2"/>
        <w:numPr>
          <w:ilvl w:val="5"/>
          <w:numId w:val="14"/>
        </w:numPr>
        <w:ind w:firstLine="142"/>
      </w:pPr>
      <w:r w:rsidRPr="00F561AE">
        <w:t xml:space="preserve">Geometrické plány a přílohy dle </w:t>
      </w:r>
      <w:proofErr w:type="spellStart"/>
      <w:r w:rsidRPr="00F561AE">
        <w:t>podčlánku</w:t>
      </w:r>
      <w:proofErr w:type="spellEnd"/>
      <w:r w:rsidRPr="00F561AE">
        <w:t xml:space="preserve"> 1.7.3.5 Kapitoly 1 TKP.</w:t>
      </w:r>
    </w:p>
    <w:p w14:paraId="7F724E90" w14:textId="547CE11D" w:rsidR="009F244D" w:rsidRPr="00F561AE" w:rsidRDefault="009F244D" w:rsidP="007345FE">
      <w:pPr>
        <w:pStyle w:val="Text2-2"/>
        <w:ind w:left="1701" w:hanging="992"/>
      </w:pPr>
      <w:r w:rsidRPr="00F561AE">
        <w:t>V listinné podobě bude DSPS předána v rozsahu čl. 4.1.</w:t>
      </w:r>
      <w:r w:rsidR="00FD5F18" w:rsidRPr="00F561AE">
        <w:t>3.</w:t>
      </w:r>
      <w:r w:rsidR="005D336A" w:rsidRPr="00F561AE">
        <w:t>28</w:t>
      </w:r>
      <w:r w:rsidRPr="00F561AE">
        <w:t xml:space="preserve"> těchto ZTP dle části a), e), f)(v) a f)(vi).</w:t>
      </w:r>
    </w:p>
    <w:p w14:paraId="5F3CF275" w14:textId="77777777" w:rsidR="009F244D" w:rsidRPr="00F561AE" w:rsidRDefault="009F244D" w:rsidP="007345FE">
      <w:pPr>
        <w:pStyle w:val="Text2-2"/>
        <w:ind w:left="1701" w:hanging="992"/>
      </w:pPr>
      <w:r w:rsidRPr="00F561AE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F561AE" w:rsidRDefault="009F244D" w:rsidP="007345FE">
      <w:pPr>
        <w:pStyle w:val="Text2-2"/>
        <w:ind w:left="1701" w:hanging="992"/>
      </w:pPr>
      <w:r w:rsidRPr="00F561AE">
        <w:rPr>
          <w:b/>
        </w:rPr>
        <w:t>Součástí dokumentů skutečného provedení stavby</w:t>
      </w:r>
      <w:r w:rsidRPr="00F561AE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</w:t>
      </w:r>
      <w:r w:rsidRPr="00F561AE">
        <w:lastRenderedPageBreak/>
        <w:t>včetně dokladů o projednání zásahu stavby do majetku třetích osob, dle požadavku vydaných stavebních povolení:</w:t>
      </w:r>
    </w:p>
    <w:p w14:paraId="17D05DC8" w14:textId="77777777" w:rsidR="009F244D" w:rsidRPr="00F561A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F561AE">
        <w:t>závazná stanoviska dotčených orgánů a další doklady o jednání s dotčenými orgány a účastníky stavebního řízení,</w:t>
      </w:r>
    </w:p>
    <w:p w14:paraId="2FAA8CA9" w14:textId="77777777" w:rsidR="009F244D" w:rsidRPr="00F561A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F561AE">
        <w:t>vyjádření vlastníků a správců dotčených inženýrských sítí,</w:t>
      </w:r>
    </w:p>
    <w:p w14:paraId="6BE0803C" w14:textId="3B18D3C9" w:rsidR="009F244D" w:rsidRPr="00F561AE" w:rsidRDefault="009F244D" w:rsidP="007345FE">
      <w:pPr>
        <w:pStyle w:val="Text2-2"/>
        <w:ind w:left="1701" w:hanging="992"/>
      </w:pPr>
      <w:r w:rsidRPr="00F561AE">
        <w:t xml:space="preserve">Zhotovitel je v termínu </w:t>
      </w:r>
      <w:r w:rsidR="008C4EA5" w:rsidRPr="00F561AE">
        <w:t xml:space="preserve">nejpozději ke dni zahájení </w:t>
      </w:r>
      <w:r w:rsidR="00722BEB" w:rsidRPr="00F561AE">
        <w:t>stavebních</w:t>
      </w:r>
      <w:r w:rsidR="008C4EA5" w:rsidRPr="00F561AE">
        <w:t xml:space="preserve"> prací</w:t>
      </w:r>
      <w:r w:rsidR="00722BEB" w:rsidRPr="00F561AE">
        <w:t xml:space="preserve"> (viz bod 5.1.1 ZTP) </w:t>
      </w:r>
      <w:r w:rsidRPr="00F561AE">
        <w:t xml:space="preserve">povinen písemně oznámit Objednateli (TDS) </w:t>
      </w:r>
      <w:r w:rsidRPr="00F561AE">
        <w:rPr>
          <w:b/>
        </w:rPr>
        <w:t>vady a nedostatky v Projektové dokumentaci</w:t>
      </w:r>
      <w:r w:rsidRPr="00F561AE">
        <w:t xml:space="preserve">, u kterých lze oprávněně předpokládat, že vlivem stavební činnosti a veškeré činnosti Zhotovitele, spojené s prováděním Díla, </w:t>
      </w:r>
      <w:r w:rsidRPr="00F561AE">
        <w:rPr>
          <w:b/>
        </w:rPr>
        <w:t>budou mít negativní/škodlivý</w:t>
      </w:r>
      <w:r w:rsidRPr="00F561AE">
        <w:t xml:space="preserve"> </w:t>
      </w:r>
      <w:r w:rsidRPr="00F561AE">
        <w:rPr>
          <w:b/>
        </w:rPr>
        <w:t>vliv na životní prostředí</w:t>
      </w:r>
      <w:r w:rsidRPr="00F561AE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F561AE" w:rsidRDefault="006F687F" w:rsidP="007345FE">
      <w:pPr>
        <w:pStyle w:val="Text2-2"/>
        <w:ind w:left="1701" w:hanging="992"/>
      </w:pPr>
      <w:r w:rsidRPr="00F561AE">
        <w:t>Zhotovitel vždy předloží Objednateli</w:t>
      </w:r>
      <w:r w:rsidR="00722BEB" w:rsidRPr="00F561AE">
        <w:t>, a to</w:t>
      </w:r>
      <w:r w:rsidRPr="00F561AE">
        <w:t xml:space="preserve"> </w:t>
      </w:r>
      <w:r w:rsidR="00EA0BE4" w:rsidRPr="00F561AE">
        <w:t>nejpozději ke dni d</w:t>
      </w:r>
      <w:r w:rsidR="00722BEB" w:rsidRPr="00F561AE">
        <w:t>o</w:t>
      </w:r>
      <w:r w:rsidR="00EA0BE4" w:rsidRPr="00F561AE">
        <w:t>končení Díla</w:t>
      </w:r>
      <w:r w:rsidR="00722BEB" w:rsidRPr="00F561AE">
        <w:t xml:space="preserve"> (viz bod 5.1.1 ZTP)</w:t>
      </w:r>
      <w:r w:rsidR="00EA0BE4" w:rsidRPr="00F561AE">
        <w:t xml:space="preserve"> </w:t>
      </w:r>
      <w:r w:rsidRPr="00F561AE">
        <w:rPr>
          <w:b/>
        </w:rPr>
        <w:t>doklady o nakládání s odpady</w:t>
      </w:r>
      <w:r w:rsidRPr="00F561AE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F561AE">
        <w:t>výzisku</w:t>
      </w:r>
      <w:proofErr w:type="spellEnd"/>
      <w:r w:rsidRPr="00F561AE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F561AE" w:rsidRDefault="006C44FD" w:rsidP="007345FE">
      <w:pPr>
        <w:pStyle w:val="Text2-2"/>
        <w:ind w:left="1701" w:hanging="992"/>
      </w:pPr>
      <w:r w:rsidRPr="00F561AE">
        <w:t>Zhotovitel se zavazuje Objednateli sdělit, kde bude dle požadavků právních předpisů uchovávat potřebné doklady o nakládání s odpady.</w:t>
      </w:r>
    </w:p>
    <w:p w14:paraId="194E9CD9" w14:textId="77777777" w:rsidR="006F687F" w:rsidRPr="00F561AE" w:rsidRDefault="006F687F" w:rsidP="007345FE">
      <w:pPr>
        <w:pStyle w:val="Text2-2"/>
        <w:ind w:left="1701" w:hanging="992"/>
      </w:pPr>
      <w:r w:rsidRPr="00F561AE">
        <w:t xml:space="preserve">Zhotovitel se zavazuje zajistit u svých zaměstnanců a zaměstnanců poddodavatelů prokazatelné seznámení s </w:t>
      </w:r>
      <w:r w:rsidRPr="00F561AE">
        <w:rPr>
          <w:b/>
        </w:rPr>
        <w:t xml:space="preserve">plánem BOZP </w:t>
      </w:r>
      <w:r w:rsidRPr="00F561AE">
        <w:t>Díla (dle zákona č. 309/2006 Sb.</w:t>
      </w:r>
      <w:r w:rsidR="006C44FD" w:rsidRPr="00F561AE">
        <w:t xml:space="preserve"> (zákon o zajištění dalších podmínek bezpečnosti a ochrany zdraví při práci))</w:t>
      </w:r>
      <w:r w:rsidRPr="00F561AE">
        <w:t xml:space="preserve"> a doložit splnění této povinnosti písemně před předáním Staveniště Zhotoviteli. </w:t>
      </w:r>
    </w:p>
    <w:p w14:paraId="77E40174" w14:textId="2E9139A0" w:rsidR="00421120" w:rsidRPr="00F561AE" w:rsidRDefault="00421120" w:rsidP="007345FE">
      <w:pPr>
        <w:pStyle w:val="Text2-2"/>
        <w:ind w:left="1701" w:hanging="992"/>
      </w:pPr>
      <w:r w:rsidRPr="00F561AE">
        <w:t xml:space="preserve">Zhotovitel se zavazuje zajistit, že zaměstnanci Zhotovitele a Poddodavatelů budou při pobytu v prostoru Staveniště </w:t>
      </w:r>
      <w:r w:rsidR="005E2503" w:rsidRPr="00F561AE">
        <w:t>na pracovním ochranném oděvu zřetelně označeni obchodní firmou nebo jménem Zhotovitele nebo Poddodavatele</w:t>
      </w:r>
      <w:r w:rsidRPr="00F561AE">
        <w:t>.</w:t>
      </w:r>
    </w:p>
    <w:p w14:paraId="2A410972" w14:textId="42A4BECC" w:rsidR="00161BD6" w:rsidRPr="00F561AE" w:rsidRDefault="00421120" w:rsidP="007345FE">
      <w:pPr>
        <w:pStyle w:val="Text2-2"/>
        <w:ind w:left="1701" w:hanging="992"/>
      </w:pPr>
      <w:r w:rsidRPr="00F561AE">
        <w:t xml:space="preserve">Zhotovitel u </w:t>
      </w:r>
      <w:r w:rsidRPr="00F561AE">
        <w:rPr>
          <w:b/>
        </w:rPr>
        <w:t xml:space="preserve">provozované činnosti se zvýšeným/vysokým požárním nebezpečím </w:t>
      </w:r>
      <w:r w:rsidRPr="00F561AE">
        <w:t>(§ 4 zákona č. 133/1985 Sb.</w:t>
      </w:r>
      <w:r w:rsidR="006C44FD" w:rsidRPr="00F561AE">
        <w:t>, o požární ochraně, včetně prováděcích předpisu k tomuto zákonu</w:t>
      </w:r>
      <w:r w:rsidRPr="00F561AE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F561AE" w:rsidRDefault="00DF7BAA" w:rsidP="00DF7BAA">
      <w:pPr>
        <w:pStyle w:val="Nadpis2-2"/>
      </w:pPr>
      <w:bookmarkStart w:id="36" w:name="_Toc131148875"/>
      <w:r w:rsidRPr="00F561AE">
        <w:t>Zeměměřická činnost zhotovitele</w:t>
      </w:r>
      <w:bookmarkEnd w:id="36"/>
    </w:p>
    <w:p w14:paraId="0D0C0FDD" w14:textId="02ECC4A7" w:rsidR="00DC55C8" w:rsidRPr="00F561AE" w:rsidRDefault="00DC55C8" w:rsidP="00DC55C8">
      <w:pPr>
        <w:pStyle w:val="Text2-1"/>
      </w:pPr>
      <w:r w:rsidRPr="00F561AE">
        <w:t>Zhotovitel zažádá jmenovaného ÚOZI (úředně oprávněný zeměměřičský inženýr) Objednatele</w:t>
      </w:r>
      <w:r w:rsidR="00E77A8D" w:rsidRPr="00F561AE">
        <w:t xml:space="preserve"> Ing. Jiří Jalůvka, </w:t>
      </w:r>
      <w:r w:rsidR="00F21770">
        <w:t>(</w:t>
      </w:r>
      <w:r w:rsidR="00E77A8D" w:rsidRPr="00F561AE">
        <w:t xml:space="preserve">telefon +420724263476, e-mail </w:t>
      </w:r>
      <w:hyperlink r:id="rId11" w:history="1">
        <w:r w:rsidR="001935C7" w:rsidRPr="00CE1C0E">
          <w:rPr>
            <w:rStyle w:val="Hypertextovodkaz"/>
            <w:noProof w:val="0"/>
          </w:rPr>
          <w:t>Jaluvka@spravazeleznic.cz</w:t>
        </w:r>
      </w:hyperlink>
      <w:r w:rsidR="00E77A8D" w:rsidRPr="00F561AE">
        <w:t xml:space="preserve">) </w:t>
      </w:r>
      <w:r w:rsidRPr="00F561AE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F561AE" w:rsidRDefault="00DC55C8" w:rsidP="00DC55C8">
      <w:pPr>
        <w:pStyle w:val="Text2-1"/>
      </w:pPr>
      <w:r w:rsidRPr="00F561AE">
        <w:t>Poskytování geodetických podkladů se řídí Pokynem generálního ředitele</w:t>
      </w:r>
      <w:bookmarkStart w:id="37" w:name="_Hlk113520772"/>
      <w:bookmarkStart w:id="38" w:name="_Hlk113520921"/>
      <w:r w:rsidR="00234F48" w:rsidRPr="00F561AE">
        <w:t xml:space="preserve"> </w:t>
      </w:r>
      <w:r w:rsidRPr="00F561AE">
        <w:t>SŽ</w:t>
      </w:r>
      <w:r w:rsidR="00C54E22" w:rsidRPr="00F561AE">
        <w:t xml:space="preserve"> </w:t>
      </w:r>
      <w:r w:rsidRPr="00F561AE">
        <w:t>PO-06/2020-GŘ</w:t>
      </w:r>
      <w:bookmarkEnd w:id="37"/>
      <w:bookmarkEnd w:id="38"/>
      <w:r w:rsidR="00157FB9" w:rsidRPr="00F561AE">
        <w:t>, Pokyn generálního ředitele k poskytování geodetických podkladů a činností pro přípravu a realizaci opravných a investičních akcí.</w:t>
      </w:r>
    </w:p>
    <w:p w14:paraId="2081E5F1" w14:textId="77777777" w:rsidR="00DC55C8" w:rsidRPr="00F561AE" w:rsidRDefault="00DC55C8" w:rsidP="00DC55C8">
      <w:pPr>
        <w:pStyle w:val="Text2-1"/>
      </w:pPr>
      <w:r w:rsidRPr="00F561AE">
        <w:lastRenderedPageBreak/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F561AE" w:rsidRDefault="00DC55C8" w:rsidP="00DC55C8">
      <w:pPr>
        <w:pStyle w:val="Text2-1"/>
      </w:pPr>
      <w:r w:rsidRPr="00F561AE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F561AE" w:rsidRDefault="00DC55C8" w:rsidP="00DC55C8">
      <w:pPr>
        <w:pStyle w:val="Text2-1"/>
      </w:pPr>
      <w:r w:rsidRPr="00F561AE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F561AE" w:rsidRDefault="00DC55C8" w:rsidP="00DC55C8">
      <w:pPr>
        <w:pStyle w:val="Text2-1"/>
      </w:pPr>
      <w:r w:rsidRPr="00F561AE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F561AE" w:rsidRDefault="00DC55C8" w:rsidP="00DC55C8">
      <w:pPr>
        <w:pStyle w:val="Text2-1"/>
      </w:pPr>
      <w:r w:rsidRPr="00F561AE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F561AE">
        <w:t> čl. 1.7.3 TKP ZEMĚMĚŘICKÁ ČINNOST ZAJIŠŤOVANÁ ZHOTOVITELEM</w:t>
      </w:r>
      <w:bookmarkEnd w:id="39"/>
      <w:r w:rsidRPr="00F561AE">
        <w:t xml:space="preserve"> a předá ÚOZI Objednatele ke kontrole.</w:t>
      </w:r>
    </w:p>
    <w:p w14:paraId="100ECCA3" w14:textId="77777777" w:rsidR="00DC55C8" w:rsidRPr="00F561AE" w:rsidRDefault="00DC55C8" w:rsidP="00DC55C8">
      <w:pPr>
        <w:pStyle w:val="Text2-1"/>
      </w:pPr>
      <w:r w:rsidRPr="00F561AE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F561AE">
        <w:rPr>
          <w:sz w:val="20"/>
          <w:szCs w:val="20"/>
        </w:rPr>
        <w:t xml:space="preserve"> </w:t>
      </w:r>
      <w:r w:rsidRPr="00F561AE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F561AE" w:rsidRDefault="00DC55C8" w:rsidP="00DC55C8">
      <w:pPr>
        <w:pStyle w:val="Text2-1"/>
      </w:pPr>
      <w:r w:rsidRPr="00F561AE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F561AE" w:rsidRDefault="00DC55C8" w:rsidP="00DC55C8">
      <w:pPr>
        <w:pStyle w:val="Text2-1"/>
      </w:pPr>
      <w:r w:rsidRPr="00F561AE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F561AE" w:rsidRDefault="00DC55C8" w:rsidP="00DC55C8">
      <w:pPr>
        <w:pStyle w:val="Text2-1"/>
      </w:pPr>
      <w:r w:rsidRPr="00F561AE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F561AE" w:rsidRDefault="00DC55C8" w:rsidP="00DC55C8">
      <w:pPr>
        <w:pStyle w:val="Text2-1"/>
      </w:pPr>
      <w:r w:rsidRPr="00F561AE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38E0471A" w:rsidR="00DC55C8" w:rsidRPr="00720502" w:rsidRDefault="00DC55C8" w:rsidP="00DC55C8">
      <w:pPr>
        <w:pStyle w:val="Text2-1"/>
      </w:pPr>
      <w:r w:rsidRPr="00F561AE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</w:t>
      </w:r>
      <w:r w:rsidR="0008283A" w:rsidRPr="00720502">
        <w:rPr>
          <w:color w:val="000000"/>
          <w:sz w:val="20"/>
          <w:szCs w:val="20"/>
        </w:rPr>
        <w:t>vyhotoví Zhotovitel příslušné geometrické plány pro majetkoprávní vypořádání</w:t>
      </w:r>
      <w:r w:rsidRPr="00720502">
        <w:t>. Jedná se především o kabelové trasy a další technologické objekty. Zhotovitel musí vzít v úvahu i aktuální stav ÚMVŽST, kterou na vyžádání Zhotovitele dodá UOZI Objednatele.</w:t>
      </w:r>
      <w:r w:rsidR="0008283A" w:rsidRPr="00720502">
        <w:t xml:space="preserve"> Vyhotovení geometrických plánů bude konzultováno s UOZI objednatele. </w:t>
      </w:r>
      <w:r w:rsidRPr="00720502">
        <w:t xml:space="preserve"> </w:t>
      </w:r>
    </w:p>
    <w:p w14:paraId="5210E3F2" w14:textId="77777777" w:rsidR="00DC55C8" w:rsidRPr="00720502" w:rsidRDefault="00DC55C8" w:rsidP="00DC55C8">
      <w:pPr>
        <w:pStyle w:val="Text2-1"/>
      </w:pPr>
      <w:r w:rsidRPr="00720502"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B561E99" w14:textId="0156AF3D" w:rsidR="007762BB" w:rsidRPr="00720502" w:rsidRDefault="00DC55C8" w:rsidP="007762BB">
      <w:pPr>
        <w:pStyle w:val="Text2-1"/>
      </w:pPr>
      <w:r w:rsidRPr="00720502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27D7DA15" w14:textId="77777777" w:rsidR="007762BB" w:rsidRPr="00720502" w:rsidRDefault="007762BB" w:rsidP="007762BB">
      <w:pPr>
        <w:pStyle w:val="Text2-1"/>
      </w:pPr>
      <w:r w:rsidRPr="00720502">
        <w:t xml:space="preserve">Z důvodu souběžně probíhající akce DTMŽ je nutné případné doplnění geodetických a mapových podkladů koordinovat a konzultovat se SŽG před zahájením měřických prací. </w:t>
      </w:r>
    </w:p>
    <w:p w14:paraId="6D059E7E" w14:textId="7BE5AE13" w:rsidR="00DC55C8" w:rsidRPr="00720502" w:rsidRDefault="007762BB" w:rsidP="00DC55C8">
      <w:pPr>
        <w:pStyle w:val="Text2-1"/>
      </w:pPr>
      <w:r w:rsidRPr="00720502">
        <w:rPr>
          <w:color w:val="000000"/>
        </w:rPr>
        <w:t>Schválení výsledné verze geodetické dokumentace provede UOZI objednatele formou souhlasného souhrnného vyjádření.</w:t>
      </w:r>
    </w:p>
    <w:p w14:paraId="4F09C53C" w14:textId="2D9E2319" w:rsidR="00DF7BAA" w:rsidRPr="00720502" w:rsidRDefault="00DF7BAA" w:rsidP="00DF7BAA">
      <w:pPr>
        <w:pStyle w:val="Nadpis2-2"/>
      </w:pPr>
      <w:bookmarkStart w:id="40" w:name="_Toc6410438"/>
      <w:bookmarkStart w:id="41" w:name="_Toc131148876"/>
      <w:r w:rsidRPr="00720502">
        <w:t>Doklady pře</w:t>
      </w:r>
      <w:r w:rsidR="00F606EE" w:rsidRPr="00720502">
        <w:t>d</w:t>
      </w:r>
      <w:r w:rsidRPr="00720502">
        <w:t>kládané zhotovitelem</w:t>
      </w:r>
      <w:bookmarkEnd w:id="40"/>
      <w:bookmarkEnd w:id="41"/>
    </w:p>
    <w:p w14:paraId="44E06185" w14:textId="1F7BE850" w:rsidR="00D12C76" w:rsidRPr="00F561AE" w:rsidRDefault="00562909" w:rsidP="00562909">
      <w:pPr>
        <w:pStyle w:val="Text2-1"/>
      </w:pPr>
      <w:r w:rsidRPr="00F561AE">
        <w:t>Pokud již Zhotovitel nepředložil dále uvedené doklady pře uzavřením SOD, předloží p</w:t>
      </w:r>
      <w:r w:rsidR="00D12C76" w:rsidRPr="00F561AE">
        <w:t>řed zahájením prací na objektech, jejichž součástí jsou „Určená technická zařízení“ ve smyslu vyhlášky MD č. 100/1995 Sb., kterou se stanoví podmínky pro provoz, konstrukci a</w:t>
      </w:r>
      <w:r w:rsidRPr="00F561AE">
        <w:t> </w:t>
      </w:r>
      <w:r w:rsidR="00D12C76" w:rsidRPr="00F561AE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561AE">
        <w:t xml:space="preserve">pověření nebo má </w:t>
      </w:r>
      <w:r w:rsidR="00D12C76" w:rsidRPr="00F561AE">
        <w:t xml:space="preserve">zajištěnou spolupráci </w:t>
      </w:r>
      <w:r w:rsidRPr="00F561AE">
        <w:t>s </w:t>
      </w:r>
      <w:r w:rsidR="00D12C76" w:rsidRPr="00F561AE">
        <w:t>právnick</w:t>
      </w:r>
      <w:r w:rsidRPr="00F561AE">
        <w:t xml:space="preserve">ou </w:t>
      </w:r>
      <w:r w:rsidR="00D12C76" w:rsidRPr="00F561AE">
        <w:t>osob</w:t>
      </w:r>
      <w:r w:rsidRPr="00F561AE">
        <w:t>ou, která má pověření</w:t>
      </w:r>
      <w:r w:rsidR="00D12C76" w:rsidRPr="00F561AE">
        <w:t xml:space="preserve"> podle ustanovení § 47 odst. 4 zákona č. 266/1994 Sb. o drahách v platném znění pro všechny druhy „Určených technických zařízení“, dotčených </w:t>
      </w:r>
      <w:r w:rsidR="00840EA1" w:rsidRPr="00F561AE">
        <w:t>stavebními pr</w:t>
      </w:r>
      <w:r w:rsidR="00174630" w:rsidRPr="00F561AE">
        <w:t>a</w:t>
      </w:r>
      <w:r w:rsidR="00840EA1" w:rsidRPr="00F561AE">
        <w:t xml:space="preserve">cemi. </w:t>
      </w:r>
      <w:r w:rsidR="00D12C76" w:rsidRPr="00F561AE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F561AE" w:rsidRDefault="00733263" w:rsidP="00562909">
      <w:pPr>
        <w:pStyle w:val="Text2-1"/>
      </w:pPr>
      <w:r w:rsidRPr="00F561AE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F561AE" w:rsidRDefault="00DF7BAA" w:rsidP="00DF7BAA">
      <w:pPr>
        <w:pStyle w:val="Nadpis2-2"/>
      </w:pPr>
      <w:bookmarkStart w:id="42" w:name="_Toc6410439"/>
      <w:bookmarkStart w:id="43" w:name="_Toc131148877"/>
      <w:r w:rsidRPr="00F561AE">
        <w:t>Dokumentace zhotovitele pro stavbu</w:t>
      </w:r>
      <w:bookmarkEnd w:id="42"/>
      <w:bookmarkEnd w:id="43"/>
    </w:p>
    <w:p w14:paraId="68B2109F" w14:textId="5BF73C6B" w:rsidR="00953A4A" w:rsidRPr="00F561AE" w:rsidRDefault="00953A4A" w:rsidP="00F21EDB">
      <w:pPr>
        <w:pStyle w:val="Text2-1"/>
      </w:pPr>
      <w:r w:rsidRPr="00F561AE">
        <w:t>Součástí předmětu díla není vyhotovení Realizační dokumentace stavby.</w:t>
      </w:r>
    </w:p>
    <w:p w14:paraId="109FD0B0" w14:textId="77777777" w:rsidR="00EE6FF4" w:rsidRPr="00F561AE" w:rsidRDefault="00740821" w:rsidP="00F21EDB">
      <w:pPr>
        <w:pStyle w:val="Text2-1"/>
      </w:pPr>
      <w:r w:rsidRPr="00F561AE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F561AE" w:rsidRDefault="00740821" w:rsidP="00F21EDB">
      <w:pPr>
        <w:pStyle w:val="Text2-1"/>
      </w:pPr>
      <w:r w:rsidRPr="00F561AE">
        <w:t>Zhotovitel zpracuje technologické předpisy (</w:t>
      </w:r>
      <w:proofErr w:type="spellStart"/>
      <w:r w:rsidRPr="00F561AE">
        <w:t>TePř</w:t>
      </w:r>
      <w:proofErr w:type="spellEnd"/>
      <w:r w:rsidRPr="00F561AE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F561AE">
        <w:t>.</w:t>
      </w:r>
    </w:p>
    <w:p w14:paraId="19F38ADB" w14:textId="77777777" w:rsidR="00B53E41" w:rsidRPr="00F561AE" w:rsidRDefault="00DF7BAA" w:rsidP="0060019A">
      <w:pPr>
        <w:pStyle w:val="Nadpis2-2"/>
      </w:pPr>
      <w:bookmarkStart w:id="44" w:name="_Toc6410440"/>
      <w:bookmarkStart w:id="45" w:name="_Toc131148878"/>
      <w:r w:rsidRPr="00F561AE">
        <w:t>Dokumentace skutečného provedení stavby</w:t>
      </w:r>
      <w:bookmarkEnd w:id="44"/>
      <w:bookmarkEnd w:id="45"/>
    </w:p>
    <w:p w14:paraId="75D4363E" w14:textId="43BE4BF0" w:rsidR="006411F1" w:rsidRPr="00F561AE" w:rsidRDefault="006411F1" w:rsidP="006411F1">
      <w:pPr>
        <w:pStyle w:val="Text2-1"/>
        <w:rPr>
          <w:color w:val="00A1E0"/>
        </w:rPr>
      </w:pPr>
      <w:r w:rsidRPr="00F561AE">
        <w:t xml:space="preserve">Objednatel požaduje standardní vyhotovení </w:t>
      </w:r>
      <w:r w:rsidR="000E11D6" w:rsidRPr="00F561AE">
        <w:t>DSPS</w:t>
      </w:r>
      <w:r w:rsidRPr="00F561AE">
        <w:t xml:space="preserve"> dle TKP.</w:t>
      </w:r>
    </w:p>
    <w:p w14:paraId="41759A4E" w14:textId="77777777" w:rsidR="00D12C76" w:rsidRPr="00F561AE" w:rsidRDefault="00D12C76" w:rsidP="00D12C76">
      <w:pPr>
        <w:pStyle w:val="Text2-1"/>
      </w:pPr>
      <w:bookmarkStart w:id="46" w:name="_Ref62136016"/>
      <w:bookmarkStart w:id="47" w:name="_Ref62143456"/>
      <w:r w:rsidRPr="00F561AE">
        <w:t>ES prohlášení o ověření subsystému:</w:t>
      </w:r>
      <w:bookmarkEnd w:id="46"/>
      <w:bookmarkEnd w:id="47"/>
    </w:p>
    <w:p w14:paraId="63B3DF2E" w14:textId="77777777" w:rsidR="00F310FA" w:rsidRPr="00F561AE" w:rsidRDefault="00D12C76" w:rsidP="00DE3429">
      <w:pPr>
        <w:pStyle w:val="Text2-2"/>
        <w:tabs>
          <w:tab w:val="num" w:pos="1701"/>
        </w:tabs>
        <w:ind w:left="1701" w:hanging="850"/>
      </w:pPr>
      <w:r w:rsidRPr="00F561AE">
        <w:t>Zhotovitel musí rovněž zajistit aktualizaci nebo vydání nového průkazu způsobilosti UTZ.</w:t>
      </w:r>
    </w:p>
    <w:p w14:paraId="00B8E2C3" w14:textId="45250A43" w:rsidR="00470F14" w:rsidRPr="00F561AE" w:rsidRDefault="00606137" w:rsidP="000E11D6">
      <w:pPr>
        <w:pStyle w:val="Text2-1"/>
        <w:rPr>
          <w:rFonts w:eastAsia="Verdana" w:cs="Times New Roman"/>
        </w:rPr>
      </w:pPr>
      <w:r w:rsidRPr="00F561AE">
        <w:t xml:space="preserve">Předání DSPS dle oddílu 1.11.5 Kapitoly 1 TKP </w:t>
      </w:r>
      <w:r w:rsidR="00525C0C" w:rsidRPr="00F561AE">
        <w:t>a dle</w:t>
      </w:r>
      <w:r w:rsidRPr="00F561AE">
        <w:t xml:space="preserve"> čl. 4.1.2.23 - 4.1.2.28 těchto ZTP proběhne na médiu: </w:t>
      </w:r>
      <w:r w:rsidRPr="00F561AE">
        <w:rPr>
          <w:b/>
        </w:rPr>
        <w:t xml:space="preserve">USB </w:t>
      </w:r>
      <w:proofErr w:type="spellStart"/>
      <w:r w:rsidRPr="00F561AE">
        <w:rPr>
          <w:b/>
        </w:rPr>
        <w:t>flash</w:t>
      </w:r>
      <w:proofErr w:type="spellEnd"/>
      <w:r w:rsidRPr="00F561AE">
        <w:rPr>
          <w:b/>
        </w:rPr>
        <w:t xml:space="preserve"> disk</w:t>
      </w:r>
      <w:r w:rsidR="002A44CB">
        <w:rPr>
          <w:rFonts w:eastAsia="Verdana" w:cs="Times New Roman"/>
          <w:b/>
        </w:rPr>
        <w:t>.</w:t>
      </w:r>
      <w:r w:rsidR="00470F14" w:rsidRPr="00F561AE">
        <w:rPr>
          <w:rFonts w:eastAsia="Verdana" w:cs="Times New Roman"/>
        </w:rPr>
        <w:t xml:space="preserve"> </w:t>
      </w:r>
    </w:p>
    <w:p w14:paraId="3B67C881" w14:textId="77777777" w:rsidR="00DF7BAA" w:rsidRPr="00F561AE" w:rsidRDefault="00DF7BAA" w:rsidP="00DF7BAA">
      <w:pPr>
        <w:pStyle w:val="Nadpis2-2"/>
      </w:pPr>
      <w:bookmarkStart w:id="48" w:name="_Toc131148879"/>
      <w:bookmarkStart w:id="49" w:name="_Toc6410458"/>
      <w:r w:rsidRPr="00F561AE">
        <w:t>Životní prostředí</w:t>
      </w:r>
      <w:bookmarkEnd w:id="48"/>
      <w:r w:rsidRPr="00F561AE">
        <w:t xml:space="preserve"> </w:t>
      </w:r>
      <w:bookmarkEnd w:id="49"/>
    </w:p>
    <w:p w14:paraId="0E03E227" w14:textId="63BA41BD" w:rsidR="00067FA3" w:rsidRPr="00F561AE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F561AE">
        <w:rPr>
          <w:rStyle w:val="Tun"/>
        </w:rPr>
        <w:t xml:space="preserve">Nakládání s odpady </w:t>
      </w:r>
    </w:p>
    <w:p w14:paraId="34EDCA4D" w14:textId="33DA9856" w:rsidR="00E50E94" w:rsidRPr="00F561AE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F561AE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F561AE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F561AE">
        <w:rPr>
          <w:rStyle w:val="Tun"/>
        </w:rPr>
        <w:lastRenderedPageBreak/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F561AE" w:rsidRDefault="00DF7BAA" w:rsidP="00DF7BAA">
      <w:pPr>
        <w:pStyle w:val="Nadpis2-1"/>
      </w:pPr>
      <w:bookmarkStart w:id="50" w:name="_Toc6410460"/>
      <w:bookmarkStart w:id="51" w:name="_Toc131148880"/>
      <w:r w:rsidRPr="00F561AE">
        <w:t>ORGANIZACE VÝSTAVBY, VÝLUKY</w:t>
      </w:r>
      <w:bookmarkEnd w:id="50"/>
      <w:bookmarkEnd w:id="51"/>
    </w:p>
    <w:p w14:paraId="0587D65B" w14:textId="776D4EFE" w:rsidR="00DF7BAA" w:rsidRPr="00F561AE" w:rsidRDefault="00DF7BAA" w:rsidP="00DF7BAA">
      <w:pPr>
        <w:pStyle w:val="Text2-1"/>
      </w:pPr>
      <w:r w:rsidRPr="00F561AE">
        <w:t xml:space="preserve">Závazným pro </w:t>
      </w:r>
      <w:r w:rsidR="00DB58AA" w:rsidRPr="00F561AE">
        <w:t>Z</w:t>
      </w:r>
      <w:r w:rsidRPr="00F561AE">
        <w:t>hotovitele jsou</w:t>
      </w:r>
      <w:r w:rsidR="008B4F46" w:rsidRPr="00F561AE">
        <w:t xml:space="preserve"> níže uvedené </w:t>
      </w:r>
      <w:r w:rsidRPr="00F561AE">
        <w:t>termíny a rozsah výluk, které jsou uvedeny v následující tabulce</w:t>
      </w:r>
      <w:r w:rsidR="003B0E7F" w:rsidRPr="00F561AE">
        <w:t xml:space="preserve"> (uvedené milníky musí korespondovat s požadavkem na doložení Harmonogramu postupu prací dle Zadávací dokumentace)</w:t>
      </w:r>
      <w:r w:rsidRPr="00F561AE">
        <w:t>:</w:t>
      </w:r>
    </w:p>
    <w:p w14:paraId="47372265" w14:textId="77777777" w:rsidR="00BC5413" w:rsidRPr="00F561AE" w:rsidRDefault="00756A89" w:rsidP="005D2C6C">
      <w:pPr>
        <w:pStyle w:val="TabulkaNadpis"/>
      </w:pPr>
      <w:r w:rsidRPr="00F561AE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F561AE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F561AE" w:rsidRDefault="009D623F" w:rsidP="0002279D">
            <w:pPr>
              <w:pStyle w:val="Tabulka-7"/>
              <w:rPr>
                <w:b/>
              </w:rPr>
            </w:pPr>
            <w:r w:rsidRPr="00F561AE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F561A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561AE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F561A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561AE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F561AE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561AE">
              <w:rPr>
                <w:b/>
              </w:rPr>
              <w:t>Doba</w:t>
            </w:r>
            <w:r w:rsidR="00756A89" w:rsidRPr="00F561AE">
              <w:rPr>
                <w:b/>
              </w:rPr>
              <w:t xml:space="preserve"> pro dokončení</w:t>
            </w:r>
          </w:p>
        </w:tc>
      </w:tr>
      <w:tr w:rsidR="00580BF5" w:rsidRPr="00F561AE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F561AE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F561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Zahájení stavby</w:t>
            </w:r>
            <w:r w:rsidR="008B4F46" w:rsidRPr="00F561AE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F561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7F0EFB82" w:rsidR="008B4F46" w:rsidRPr="00F561AE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 xml:space="preserve">do </w:t>
            </w:r>
            <w:r w:rsidR="003E27BB" w:rsidRPr="00F561AE">
              <w:rPr>
                <w:sz w:val="14"/>
              </w:rPr>
              <w:t>15</w:t>
            </w:r>
            <w:r w:rsidRPr="00F561AE">
              <w:rPr>
                <w:sz w:val="14"/>
              </w:rPr>
              <w:t xml:space="preserve"> pracovních dnů od účinnosti smlouvy</w:t>
            </w:r>
          </w:p>
          <w:p w14:paraId="5BAE7785" w14:textId="4475C3AD" w:rsidR="00580BF5" w:rsidRPr="00F561AE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 xml:space="preserve">(předpoklad </w:t>
            </w:r>
            <w:r w:rsidR="00580BF5" w:rsidRPr="00F561AE">
              <w:rPr>
                <w:sz w:val="14"/>
              </w:rPr>
              <w:t>červen 20</w:t>
            </w:r>
            <w:r w:rsidRPr="00F561AE">
              <w:rPr>
                <w:sz w:val="14"/>
              </w:rPr>
              <w:t>23)</w:t>
            </w:r>
          </w:p>
        </w:tc>
      </w:tr>
      <w:tr w:rsidR="00580BF5" w:rsidRPr="00F561AE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F561AE" w:rsidRDefault="00580BF5" w:rsidP="00580BF5">
            <w:pPr>
              <w:pStyle w:val="Tabulka-7"/>
            </w:pPr>
            <w:r w:rsidRPr="00F561AE">
              <w:t>1. Stavební postup / Etapa</w:t>
            </w:r>
          </w:p>
        </w:tc>
        <w:tc>
          <w:tcPr>
            <w:tcW w:w="3073" w:type="dxa"/>
          </w:tcPr>
          <w:p w14:paraId="68FF7475" w14:textId="749AB44A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Výkop a betonáž základů.</w:t>
            </w:r>
          </w:p>
        </w:tc>
        <w:tc>
          <w:tcPr>
            <w:tcW w:w="1694" w:type="dxa"/>
          </w:tcPr>
          <w:p w14:paraId="2B23A969" w14:textId="5815AA06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2x8h 1. kol. +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35DDDF6" w:rsidR="00580BF5" w:rsidRPr="00F561AE" w:rsidRDefault="00A84A09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>7. – 22. 6.2023</w:t>
            </w:r>
          </w:p>
        </w:tc>
      </w:tr>
      <w:tr w:rsidR="00580BF5" w:rsidRPr="00F561AE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F561AE" w:rsidRDefault="00580BF5" w:rsidP="00580BF5">
            <w:pPr>
              <w:pStyle w:val="Tabulka-7"/>
            </w:pPr>
            <w:r w:rsidRPr="00F561AE">
              <w:t>2. Stavební postup / Etapa</w:t>
            </w:r>
          </w:p>
        </w:tc>
        <w:tc>
          <w:tcPr>
            <w:tcW w:w="3073" w:type="dxa"/>
          </w:tcPr>
          <w:p w14:paraId="786C1D3A" w14:textId="7A6EFDBA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Demontáž bednění a terénní úpravy</w:t>
            </w:r>
          </w:p>
        </w:tc>
        <w:tc>
          <w:tcPr>
            <w:tcW w:w="1694" w:type="dxa"/>
          </w:tcPr>
          <w:p w14:paraId="66AA44B0" w14:textId="347DC49D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1x4h 1. kol. +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2D6DF35" w:rsidR="00580BF5" w:rsidRPr="00F561AE" w:rsidRDefault="00A84A09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>7. – 22. 6.2023</w:t>
            </w:r>
          </w:p>
        </w:tc>
      </w:tr>
      <w:tr w:rsidR="00580BF5" w:rsidRPr="00F561AE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F561AE" w:rsidRDefault="00580BF5" w:rsidP="00580BF5">
            <w:pPr>
              <w:pStyle w:val="Tabulka-7"/>
            </w:pPr>
            <w:r w:rsidRPr="00F561AE">
              <w:t>3. Stavební postup / Etapa</w:t>
            </w:r>
          </w:p>
        </w:tc>
        <w:tc>
          <w:tcPr>
            <w:tcW w:w="3073" w:type="dxa"/>
          </w:tcPr>
          <w:p w14:paraId="0A6D9C8C" w14:textId="2F6AD86B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 xml:space="preserve">Montáž táhel krátkých </w:t>
            </w:r>
            <w:proofErr w:type="spellStart"/>
            <w:r w:rsidRPr="00F561AE">
              <w:t>prot</w:t>
            </w:r>
            <w:r w:rsidR="002A44CB">
              <w:t>i</w:t>
            </w:r>
            <w:r w:rsidRPr="00F561AE">
              <w:t>kotev</w:t>
            </w:r>
            <w:proofErr w:type="spellEnd"/>
          </w:p>
        </w:tc>
        <w:tc>
          <w:tcPr>
            <w:tcW w:w="1694" w:type="dxa"/>
          </w:tcPr>
          <w:p w14:paraId="2A1B528B" w14:textId="49CDBF67" w:rsidR="00580BF5" w:rsidRPr="00F561AE" w:rsidRDefault="00A84A0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2x12h 1. kol. + TV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F6F0E6E" w:rsidR="00580BF5" w:rsidRPr="00F561AE" w:rsidRDefault="00A84A09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>7. – 22. 6.2023</w:t>
            </w:r>
          </w:p>
        </w:tc>
      </w:tr>
      <w:tr w:rsidR="00580BF5" w:rsidRPr="00F561AE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F561AE" w:rsidRDefault="00580BF5" w:rsidP="00580BF5">
            <w:pPr>
              <w:pStyle w:val="Tabulka-7"/>
            </w:pPr>
            <w:r w:rsidRPr="00F561AE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F561AE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F561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4456D22" w:rsidR="00580BF5" w:rsidRPr="00F561AE" w:rsidRDefault="002A44C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</w:t>
            </w:r>
            <w:r w:rsidR="008B4F46" w:rsidRPr="00F561AE">
              <w:rPr>
                <w:sz w:val="14"/>
              </w:rPr>
              <w:t>o</w:t>
            </w:r>
            <w:r w:rsidR="00A84A09" w:rsidRPr="00F561AE">
              <w:rPr>
                <w:sz w:val="14"/>
              </w:rPr>
              <w:t xml:space="preserve"> 7</w:t>
            </w:r>
            <w:r w:rsidR="008B4F46" w:rsidRPr="00F561AE">
              <w:rPr>
                <w:sz w:val="14"/>
              </w:rPr>
              <w:t xml:space="preserve"> měsíců ode dne zahájení stavby</w:t>
            </w:r>
          </w:p>
        </w:tc>
      </w:tr>
      <w:tr w:rsidR="00580BF5" w:rsidRPr="00F561AE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F561AE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F561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61AE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F561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15C3DCE" w:rsidR="00580BF5" w:rsidRPr="00F561AE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561AE">
              <w:rPr>
                <w:sz w:val="14"/>
              </w:rPr>
              <w:t xml:space="preserve">do </w:t>
            </w:r>
            <w:r w:rsidR="00A84A09" w:rsidRPr="00F561AE">
              <w:rPr>
                <w:sz w:val="14"/>
              </w:rPr>
              <w:t xml:space="preserve">7 </w:t>
            </w:r>
            <w:r w:rsidRPr="00F561AE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F561AE" w:rsidRDefault="00DF7BAA" w:rsidP="00DF7BAA">
      <w:pPr>
        <w:pStyle w:val="Nadpis2-1"/>
      </w:pPr>
      <w:bookmarkStart w:id="52" w:name="_Toc6410461"/>
      <w:bookmarkStart w:id="53" w:name="_Toc131148881"/>
      <w:r w:rsidRPr="00F561AE">
        <w:t>SOUVISEJÍCÍ DOKUMENTY A PŘEDPISY</w:t>
      </w:r>
      <w:bookmarkEnd w:id="52"/>
      <w:bookmarkEnd w:id="53"/>
    </w:p>
    <w:p w14:paraId="45027675" w14:textId="1384D317" w:rsidR="009C4EEA" w:rsidRPr="00F561AE" w:rsidRDefault="009C4EEA" w:rsidP="009C4EEA">
      <w:pPr>
        <w:pStyle w:val="Text2-1"/>
      </w:pPr>
      <w:r w:rsidRPr="00F561AE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F561AE">
        <w:t xml:space="preserve"> (směrnice, vzorové listy, TKP, ZTP apod.), </w:t>
      </w:r>
      <w:r w:rsidRPr="00F561AE">
        <w:rPr>
          <w:b/>
        </w:rPr>
        <w:t>vše v platném znění.</w:t>
      </w:r>
    </w:p>
    <w:p w14:paraId="0A873F13" w14:textId="77777777" w:rsidR="00024EF0" w:rsidRPr="00F561AE" w:rsidRDefault="00024EF0" w:rsidP="00024EF0">
      <w:pPr>
        <w:pStyle w:val="Text2-1"/>
      </w:pPr>
      <w:r w:rsidRPr="00F561AE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F561AE" w:rsidRDefault="00024EF0" w:rsidP="00024EF0">
      <w:pPr>
        <w:pStyle w:val="Textbezslovn"/>
      </w:pPr>
      <w:r w:rsidRPr="00F561AE">
        <w:rPr>
          <w:rStyle w:val="Tun"/>
        </w:rPr>
        <w:t>www.spravazeleznic.cz v sekci „O nás / Vnitřní předpisy / odkaz Dokumenty a předpisy“</w:t>
      </w:r>
      <w:r w:rsidRPr="00F561AE">
        <w:t xml:space="preserve"> </w:t>
      </w:r>
      <w:r w:rsidRPr="00F561AE">
        <w:rPr>
          <w:spacing w:val="2"/>
        </w:rPr>
        <w:t>(https://www.spravazeleznic.cz/o-nas/vnitrni-predpisy-spravy-zeleznic/</w:t>
      </w:r>
      <w:r w:rsidRPr="00F561AE">
        <w:rPr>
          <w:spacing w:val="2"/>
        </w:rPr>
        <w:br/>
        <w:t>dokumenty-a-</w:t>
      </w:r>
      <w:proofErr w:type="spellStart"/>
      <w:r w:rsidRPr="00F561AE">
        <w:rPr>
          <w:spacing w:val="2"/>
        </w:rPr>
        <w:t>predpisy</w:t>
      </w:r>
      <w:proofErr w:type="spellEnd"/>
      <w:r w:rsidRPr="00F561AE">
        <w:rPr>
          <w:spacing w:val="2"/>
        </w:rPr>
        <w:t>)</w:t>
      </w:r>
      <w:r w:rsidRPr="00F561AE">
        <w:t xml:space="preserve"> a </w:t>
      </w:r>
      <w:r w:rsidRPr="00F561AE">
        <w:rPr>
          <w:b/>
        </w:rPr>
        <w:t>https://typdok.tudc.cz/ v sekci „archiv TD“</w:t>
      </w:r>
      <w:r w:rsidRPr="00F561AE">
        <w:t>.</w:t>
      </w:r>
    </w:p>
    <w:p w14:paraId="5B8201D3" w14:textId="77777777" w:rsidR="009C4EEA" w:rsidRPr="00F561AE" w:rsidRDefault="009C4EEA" w:rsidP="009C4EEA">
      <w:pPr>
        <w:pStyle w:val="Textbezslovn"/>
      </w:pPr>
      <w:r w:rsidRPr="00F561AE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F561AE" w:rsidRDefault="009C4EEA" w:rsidP="009C4EEA">
      <w:pPr>
        <w:pStyle w:val="Textbezslovn"/>
        <w:keepNext/>
        <w:spacing w:after="0"/>
        <w:rPr>
          <w:rStyle w:val="Tun"/>
        </w:rPr>
      </w:pPr>
      <w:r w:rsidRPr="00F561AE">
        <w:rPr>
          <w:rStyle w:val="Tun"/>
        </w:rPr>
        <w:t>Správa železnic, státní organizace</w:t>
      </w:r>
    </w:p>
    <w:p w14:paraId="29F4FCBC" w14:textId="77777777" w:rsidR="009C4EEA" w:rsidRPr="00F561AE" w:rsidRDefault="009C4EEA" w:rsidP="009C4EEA">
      <w:pPr>
        <w:pStyle w:val="Textbezslovn"/>
        <w:keepNext/>
        <w:spacing w:after="0"/>
        <w:rPr>
          <w:rStyle w:val="Tun"/>
        </w:rPr>
      </w:pPr>
      <w:r w:rsidRPr="00F561AE">
        <w:rPr>
          <w:rStyle w:val="Tun"/>
        </w:rPr>
        <w:t>Centrum telematiky a diagnostiky</w:t>
      </w:r>
    </w:p>
    <w:p w14:paraId="36908147" w14:textId="77777777" w:rsidR="00EF61C8" w:rsidRPr="00F561AE" w:rsidRDefault="00EF61C8" w:rsidP="009C4EEA">
      <w:pPr>
        <w:pStyle w:val="Textbezslovn"/>
        <w:keepNext/>
        <w:spacing w:after="0"/>
        <w:rPr>
          <w:rStyle w:val="Tun"/>
        </w:rPr>
      </w:pPr>
      <w:r w:rsidRPr="00F561AE">
        <w:rPr>
          <w:rStyle w:val="Tun"/>
        </w:rPr>
        <w:t>Úsek provozně technický, OHČ</w:t>
      </w:r>
    </w:p>
    <w:p w14:paraId="60BC577C" w14:textId="77777777" w:rsidR="009C4EEA" w:rsidRPr="00F561AE" w:rsidRDefault="009C4EEA" w:rsidP="009C4EEA">
      <w:pPr>
        <w:pStyle w:val="Textbezslovn"/>
        <w:keepNext/>
        <w:spacing w:after="0"/>
      </w:pPr>
      <w:r w:rsidRPr="00F561AE">
        <w:t>Jeremenkova 103/23</w:t>
      </w:r>
    </w:p>
    <w:p w14:paraId="34750FF5" w14:textId="77777777" w:rsidR="009C4EEA" w:rsidRPr="00F561AE" w:rsidRDefault="009C4EEA" w:rsidP="009C4EEA">
      <w:pPr>
        <w:pStyle w:val="Textbezslovn"/>
      </w:pPr>
      <w:r w:rsidRPr="00F561AE">
        <w:t>779 00 Olomouc</w:t>
      </w:r>
    </w:p>
    <w:p w14:paraId="09F1F0AA" w14:textId="77777777" w:rsidR="009C4EEA" w:rsidRPr="00F561AE" w:rsidRDefault="009C4EEA" w:rsidP="009C4EEA">
      <w:pPr>
        <w:pStyle w:val="Textbezslovn"/>
      </w:pPr>
      <w:r w:rsidRPr="00F561AE">
        <w:t xml:space="preserve">nebo e-mail: </w:t>
      </w:r>
      <w:r w:rsidR="002C1A2B" w:rsidRPr="00F561AE">
        <w:rPr>
          <w:b/>
        </w:rPr>
        <w:t>typdok@spravazeleznic.cz</w:t>
      </w:r>
    </w:p>
    <w:p w14:paraId="21AA6840" w14:textId="77777777" w:rsidR="009C4EEA" w:rsidRPr="00F561AE" w:rsidRDefault="009C4EEA" w:rsidP="009C4EEA">
      <w:pPr>
        <w:pStyle w:val="Textbezslovn"/>
        <w:spacing w:after="0"/>
      </w:pPr>
      <w:r w:rsidRPr="00F561AE">
        <w:t>kontaktní osoba: paní Jarmila Strnadová, tel.: 972 742 396, mobil: 725 039 782</w:t>
      </w:r>
    </w:p>
    <w:p w14:paraId="216E2576" w14:textId="77777777" w:rsidR="009C4EEA" w:rsidRPr="00F561AE" w:rsidRDefault="009C4EEA" w:rsidP="009C4EEA">
      <w:pPr>
        <w:pStyle w:val="Textbezslovn"/>
      </w:pPr>
      <w:r w:rsidRPr="00F561AE">
        <w:t>Ceníky: https://typdok.tudc.cz/</w:t>
      </w:r>
    </w:p>
    <w:p w14:paraId="199FDAEA" w14:textId="77777777" w:rsidR="00DF7BAA" w:rsidRPr="00F561AE" w:rsidRDefault="00DF7BAA" w:rsidP="00DF7BAA">
      <w:pPr>
        <w:pStyle w:val="Nadpis2-1"/>
      </w:pPr>
      <w:bookmarkStart w:id="54" w:name="_Toc6410462"/>
      <w:bookmarkStart w:id="55" w:name="_Toc131148882"/>
      <w:r w:rsidRPr="00F561AE">
        <w:t>PŘÍLOHY</w:t>
      </w:r>
      <w:bookmarkEnd w:id="54"/>
      <w:bookmarkEnd w:id="55"/>
    </w:p>
    <w:p w14:paraId="6B2472A9" w14:textId="2FB3F6C0" w:rsidR="002B6B58" w:rsidRDefault="00E77A8D" w:rsidP="00D65344">
      <w:pPr>
        <w:pStyle w:val="Text2-1"/>
      </w:pPr>
      <w:r w:rsidRPr="00F561AE">
        <w:t>Neobsazeno</w:t>
      </w:r>
      <w:r w:rsidR="002A44CB">
        <w:t>.</w:t>
      </w:r>
      <w:bookmarkEnd w:id="6"/>
      <w:bookmarkEnd w:id="7"/>
      <w:bookmarkEnd w:id="8"/>
      <w:bookmarkEnd w:id="9"/>
      <w:bookmarkEnd w:id="10"/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C5EE1" w14:textId="77777777" w:rsidR="008C1C4D" w:rsidRDefault="008C1C4D" w:rsidP="00962258">
      <w:pPr>
        <w:spacing w:after="0" w:line="240" w:lineRule="auto"/>
      </w:pPr>
      <w:r>
        <w:separator/>
      </w:r>
    </w:p>
  </w:endnote>
  <w:endnote w:type="continuationSeparator" w:id="0">
    <w:p w14:paraId="4BBA3713" w14:textId="77777777" w:rsidR="008C1C4D" w:rsidRDefault="008C1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F2C05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6833A5E" w:rsidR="003F2C05" w:rsidRPr="00B8518B" w:rsidRDefault="003F2C0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74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743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7AC3FF4" w:rsidR="003F2C05" w:rsidRDefault="0066743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úseku Valašská Polanka - Vsetín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F2C05">
            <w:t>Příloha č. 2 b)</w:t>
          </w:r>
          <w:r w:rsidR="003F2C05" w:rsidRPr="003462EB">
            <w:t xml:space="preserve"> </w:t>
          </w:r>
        </w:p>
        <w:p w14:paraId="178E0553" w14:textId="1B37D375" w:rsidR="003F2C05" w:rsidRPr="003462EB" w:rsidRDefault="003F2C05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3F2C05" w:rsidRPr="00614E71" w:rsidRDefault="003F2C0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F2C05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F0A55BD" w:rsidR="003F2C05" w:rsidRDefault="0066743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úseku Valašská Polanka - Vsetín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F2C05">
            <w:t>Příloha č. 2 b)</w:t>
          </w:r>
        </w:p>
        <w:p w14:paraId="5D9BD160" w14:textId="3081E1ED" w:rsidR="003F2C05" w:rsidRPr="003462EB" w:rsidRDefault="003F2C05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2C4E05B" w:rsidR="003F2C05" w:rsidRPr="009E09BE" w:rsidRDefault="003F2C0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743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743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3F2C05" w:rsidRPr="00B8518B" w:rsidRDefault="003F2C0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3F2C05" w:rsidRPr="00B8518B" w:rsidRDefault="003F2C05" w:rsidP="00460660">
    <w:pPr>
      <w:pStyle w:val="Zpat"/>
      <w:rPr>
        <w:sz w:val="2"/>
        <w:szCs w:val="2"/>
      </w:rPr>
    </w:pPr>
  </w:p>
  <w:p w14:paraId="53F277EE" w14:textId="77777777" w:rsidR="003F2C05" w:rsidRDefault="003F2C05" w:rsidP="00757290">
    <w:pPr>
      <w:pStyle w:val="Zpatvlevo"/>
      <w:rPr>
        <w:rFonts w:cs="Calibri"/>
        <w:szCs w:val="12"/>
      </w:rPr>
    </w:pPr>
  </w:p>
  <w:p w14:paraId="17EFC080" w14:textId="77777777" w:rsidR="003F2C05" w:rsidRPr="00460660" w:rsidRDefault="003F2C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4122B" w14:textId="77777777" w:rsidR="008C1C4D" w:rsidRDefault="008C1C4D" w:rsidP="00962258">
      <w:pPr>
        <w:spacing w:after="0" w:line="240" w:lineRule="auto"/>
      </w:pPr>
      <w:r>
        <w:separator/>
      </w:r>
    </w:p>
  </w:footnote>
  <w:footnote w:type="continuationSeparator" w:id="0">
    <w:p w14:paraId="58D4A59B" w14:textId="77777777" w:rsidR="008C1C4D" w:rsidRDefault="008C1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F2C0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3F2C05" w:rsidRPr="00B8518B" w:rsidRDefault="003F2C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3F2C05" w:rsidRDefault="003F2C0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3F2C05" w:rsidRPr="00D6163D" w:rsidRDefault="003F2C05" w:rsidP="00FC6389">
          <w:pPr>
            <w:pStyle w:val="Druhdokumentu"/>
          </w:pPr>
        </w:p>
      </w:tc>
    </w:tr>
    <w:tr w:rsidR="003F2C0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3F2C05" w:rsidRPr="00B8518B" w:rsidRDefault="003F2C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3F2C05" w:rsidRDefault="003F2C0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3F2C05" w:rsidRPr="00D6163D" w:rsidRDefault="003F2C05" w:rsidP="00FC6389">
          <w:pPr>
            <w:pStyle w:val="Druhdokumentu"/>
          </w:pPr>
        </w:p>
      </w:tc>
    </w:tr>
  </w:tbl>
  <w:p w14:paraId="53E85CAA" w14:textId="77777777" w:rsidR="003F2C05" w:rsidRPr="00D6163D" w:rsidRDefault="003F2C05" w:rsidP="00FC6389">
    <w:pPr>
      <w:pStyle w:val="Zhlav"/>
      <w:rPr>
        <w:sz w:val="8"/>
        <w:szCs w:val="8"/>
      </w:rPr>
    </w:pPr>
  </w:p>
  <w:p w14:paraId="1437D3AE" w14:textId="77777777" w:rsidR="003F2C05" w:rsidRPr="00460660" w:rsidRDefault="003F2C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4D26780"/>
    <w:multiLevelType w:val="hybridMultilevel"/>
    <w:tmpl w:val="50647D0A"/>
    <w:lvl w:ilvl="0" w:tplc="48AA178A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6350"/>
        </w:tabs>
        <w:ind w:left="6350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10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6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6"/>
  </w:num>
  <w:num w:numId="24">
    <w:abstractNumId w:val="6"/>
  </w:num>
  <w:num w:numId="25">
    <w:abstractNumId w:val="13"/>
  </w:num>
  <w:num w:numId="26">
    <w:abstractNumId w:val="6"/>
  </w:num>
  <w:num w:numId="27">
    <w:abstractNumId w:val="6"/>
  </w:num>
  <w:num w:numId="28">
    <w:abstractNumId w:val="6"/>
  </w:num>
  <w:num w:numId="29">
    <w:abstractNumId w:val="1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83A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35C7"/>
    <w:rsid w:val="001976B3"/>
    <w:rsid w:val="00197D96"/>
    <w:rsid w:val="001A001A"/>
    <w:rsid w:val="001A3B3C"/>
    <w:rsid w:val="001A4CA5"/>
    <w:rsid w:val="001A5B1E"/>
    <w:rsid w:val="001A649E"/>
    <w:rsid w:val="001A6690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80A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A44CB"/>
    <w:rsid w:val="002B2CAE"/>
    <w:rsid w:val="002B6B58"/>
    <w:rsid w:val="002C0A2D"/>
    <w:rsid w:val="002C1924"/>
    <w:rsid w:val="002C1A2B"/>
    <w:rsid w:val="002C211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53E0"/>
    <w:rsid w:val="003063C0"/>
    <w:rsid w:val="00307207"/>
    <w:rsid w:val="00311180"/>
    <w:rsid w:val="003130A4"/>
    <w:rsid w:val="003137DF"/>
    <w:rsid w:val="00313984"/>
    <w:rsid w:val="00314C75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BAD"/>
    <w:rsid w:val="003B7D96"/>
    <w:rsid w:val="003C0A53"/>
    <w:rsid w:val="003C33F2"/>
    <w:rsid w:val="003C6679"/>
    <w:rsid w:val="003C7295"/>
    <w:rsid w:val="003D3906"/>
    <w:rsid w:val="003D756E"/>
    <w:rsid w:val="003D7905"/>
    <w:rsid w:val="003E27BB"/>
    <w:rsid w:val="003E2851"/>
    <w:rsid w:val="003E29C0"/>
    <w:rsid w:val="003E3EDF"/>
    <w:rsid w:val="003E420D"/>
    <w:rsid w:val="003E4C13"/>
    <w:rsid w:val="003E735B"/>
    <w:rsid w:val="003E7FA6"/>
    <w:rsid w:val="003F2B5E"/>
    <w:rsid w:val="003F2C05"/>
    <w:rsid w:val="003F64A7"/>
    <w:rsid w:val="003F75EE"/>
    <w:rsid w:val="004012C9"/>
    <w:rsid w:val="004030AD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67CDB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5108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43E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0CD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502"/>
    <w:rsid w:val="00720802"/>
    <w:rsid w:val="00722630"/>
    <w:rsid w:val="00722BEB"/>
    <w:rsid w:val="00723ED1"/>
    <w:rsid w:val="00724411"/>
    <w:rsid w:val="00724DD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6F1B"/>
    <w:rsid w:val="0076790E"/>
    <w:rsid w:val="00770601"/>
    <w:rsid w:val="007762BB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D11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15A1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1C4D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4A9E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47F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4A09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43B9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0B8B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67538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0D41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B0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48E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A8D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2CE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5F79"/>
    <w:rsid w:val="00EF61C8"/>
    <w:rsid w:val="00EF758C"/>
    <w:rsid w:val="00F00B21"/>
    <w:rsid w:val="00F016C7"/>
    <w:rsid w:val="00F01B21"/>
    <w:rsid w:val="00F01F62"/>
    <w:rsid w:val="00F0342D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770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561AE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6FB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6350"/>
        <w:tab w:val="num" w:pos="5076"/>
      </w:tabs>
      <w:ind w:left="5076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93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2D50"/>
    <w:rsid w:val="0009545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741DD"/>
    <w:rsid w:val="007A54EE"/>
    <w:rsid w:val="007C04C2"/>
    <w:rsid w:val="007C185D"/>
    <w:rsid w:val="007D08D9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51B09"/>
    <w:rsid w:val="00B642BC"/>
    <w:rsid w:val="00BD27C1"/>
    <w:rsid w:val="00BF7EAF"/>
    <w:rsid w:val="00C4354E"/>
    <w:rsid w:val="00C710FC"/>
    <w:rsid w:val="00CB0614"/>
    <w:rsid w:val="00CF3DC6"/>
    <w:rsid w:val="00D07349"/>
    <w:rsid w:val="00D60657"/>
    <w:rsid w:val="00DA36A4"/>
    <w:rsid w:val="00DF3E38"/>
    <w:rsid w:val="00EC1FE9"/>
    <w:rsid w:val="00F56CC5"/>
    <w:rsid w:val="00F71E1F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77319A-85B6-4FE6-BB43-BB837899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31</TotalTime>
  <Pages>14</Pages>
  <Words>5562</Words>
  <Characters>32817</Characters>
  <Application>Microsoft Office Word</Application>
  <DocSecurity>0</DocSecurity>
  <Lines>273</Lines>
  <Paragraphs>76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Škopík Václav, Ing.</cp:lastModifiedBy>
  <cp:revision>5</cp:revision>
  <cp:lastPrinted>2023-03-31T05:18:00Z</cp:lastPrinted>
  <dcterms:created xsi:type="dcterms:W3CDTF">2023-04-27T06:29:00Z</dcterms:created>
  <dcterms:modified xsi:type="dcterms:W3CDTF">2023-05-05T08:45:00Z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